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2CD8911" w14:textId="77777777" w:rsidTr="00F862D6">
        <w:tc>
          <w:tcPr>
            <w:tcW w:w="1020" w:type="dxa"/>
          </w:tcPr>
          <w:p w14:paraId="50079DFC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9C77B9C" wp14:editId="74DE0DB3">
                      <wp:simplePos x="0" y="0"/>
                      <wp:positionH relativeFrom="page">
                        <wp:posOffset>2577465</wp:posOffset>
                      </wp:positionH>
                      <wp:positionV relativeFrom="page">
                        <wp:posOffset>177165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7E39B06" w14:textId="77777777" w:rsidR="0025769E" w:rsidRDefault="0025769E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A58C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2.95pt;margin-top:13.9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1Gc45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25769E" w:rsidRDefault="0025769E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4F44BA2B" w14:textId="77777777" w:rsidR="00F64786" w:rsidRDefault="00F64786" w:rsidP="0077673A"/>
        </w:tc>
        <w:tc>
          <w:tcPr>
            <w:tcW w:w="823" w:type="dxa"/>
          </w:tcPr>
          <w:p w14:paraId="1AA6D37F" w14:textId="77777777" w:rsidR="00F64786" w:rsidRDefault="00F64786" w:rsidP="0077673A"/>
        </w:tc>
        <w:tc>
          <w:tcPr>
            <w:tcW w:w="3685" w:type="dxa"/>
          </w:tcPr>
          <w:p w14:paraId="0D0C7ABE" w14:textId="77777777" w:rsidR="00F64786" w:rsidRDefault="00F64786" w:rsidP="0077673A"/>
        </w:tc>
      </w:tr>
      <w:tr w:rsidR="00F862D6" w14:paraId="1B9A389A" w14:textId="77777777" w:rsidTr="00596C7E">
        <w:tc>
          <w:tcPr>
            <w:tcW w:w="1020" w:type="dxa"/>
          </w:tcPr>
          <w:p w14:paraId="121013F1" w14:textId="77777777" w:rsidR="00F862D6" w:rsidRDefault="00F862D6" w:rsidP="0077673A"/>
        </w:tc>
        <w:tc>
          <w:tcPr>
            <w:tcW w:w="2552" w:type="dxa"/>
          </w:tcPr>
          <w:p w14:paraId="0DD9B1F6" w14:textId="77777777" w:rsidR="00F862D6" w:rsidRDefault="00F862D6" w:rsidP="00764595"/>
        </w:tc>
        <w:tc>
          <w:tcPr>
            <w:tcW w:w="823" w:type="dxa"/>
          </w:tcPr>
          <w:p w14:paraId="738CE0B0" w14:textId="77777777" w:rsidR="00F862D6" w:rsidRDefault="00F862D6" w:rsidP="0077673A"/>
        </w:tc>
        <w:tc>
          <w:tcPr>
            <w:tcW w:w="3685" w:type="dxa"/>
            <w:vMerge w:val="restart"/>
          </w:tcPr>
          <w:p w14:paraId="7E94B439" w14:textId="77777777" w:rsidR="00596C7E" w:rsidRDefault="00596C7E" w:rsidP="00596C7E">
            <w:pPr>
              <w:rPr>
                <w:rStyle w:val="Potovnadresa"/>
              </w:rPr>
            </w:pPr>
          </w:p>
          <w:p w14:paraId="29D2EB51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318E87E" w14:textId="77777777" w:rsidTr="00F862D6">
        <w:tc>
          <w:tcPr>
            <w:tcW w:w="1020" w:type="dxa"/>
          </w:tcPr>
          <w:p w14:paraId="067A2BF0" w14:textId="77777777" w:rsidR="00F862D6" w:rsidRPr="008518E0" w:rsidRDefault="00F862D6" w:rsidP="0077673A">
            <w:r w:rsidRPr="008518E0">
              <w:t>Naše zn.</w:t>
            </w:r>
          </w:p>
        </w:tc>
        <w:tc>
          <w:tcPr>
            <w:tcW w:w="2552" w:type="dxa"/>
          </w:tcPr>
          <w:p w14:paraId="17F44E50" w14:textId="77777777" w:rsidR="00F862D6" w:rsidRPr="008518E0" w:rsidRDefault="00DC055B" w:rsidP="0037111D">
            <w:r>
              <w:rPr>
                <w:rFonts w:ascii="Helvetica" w:hAnsi="Helvetica"/>
              </w:rPr>
              <w:t>4568</w:t>
            </w:r>
            <w:r w:rsidR="00C24C51" w:rsidRPr="008518E0">
              <w:rPr>
                <w:rFonts w:ascii="Helvetica" w:hAnsi="Helvetica"/>
              </w:rPr>
              <w:t>2023-SŽ-SSV-Ú3</w:t>
            </w:r>
          </w:p>
        </w:tc>
        <w:tc>
          <w:tcPr>
            <w:tcW w:w="823" w:type="dxa"/>
          </w:tcPr>
          <w:p w14:paraId="126D086A" w14:textId="77777777" w:rsidR="00F862D6" w:rsidRDefault="00F862D6" w:rsidP="0077673A"/>
        </w:tc>
        <w:tc>
          <w:tcPr>
            <w:tcW w:w="3685" w:type="dxa"/>
            <w:vMerge/>
          </w:tcPr>
          <w:p w14:paraId="7BE88A91" w14:textId="77777777" w:rsidR="00F862D6" w:rsidRDefault="00F862D6" w:rsidP="0077673A"/>
        </w:tc>
      </w:tr>
      <w:tr w:rsidR="00F862D6" w14:paraId="42AFDE8B" w14:textId="77777777" w:rsidTr="00F862D6">
        <w:tc>
          <w:tcPr>
            <w:tcW w:w="1020" w:type="dxa"/>
          </w:tcPr>
          <w:p w14:paraId="0D9C0185" w14:textId="77777777" w:rsidR="00F862D6" w:rsidRPr="008518E0" w:rsidRDefault="00F862D6" w:rsidP="0077673A">
            <w:r w:rsidRPr="008518E0">
              <w:t>Listů/příloh</w:t>
            </w:r>
          </w:p>
        </w:tc>
        <w:tc>
          <w:tcPr>
            <w:tcW w:w="2552" w:type="dxa"/>
          </w:tcPr>
          <w:p w14:paraId="34F2F354" w14:textId="77777777" w:rsidR="00F862D6" w:rsidRPr="008518E0" w:rsidRDefault="008B7721" w:rsidP="00CC1E2B">
            <w:r>
              <w:t>4</w:t>
            </w:r>
            <w:r w:rsidR="003E6B9A" w:rsidRPr="008518E0">
              <w:t>/</w:t>
            </w:r>
            <w:r>
              <w:t>6</w:t>
            </w:r>
          </w:p>
        </w:tc>
        <w:tc>
          <w:tcPr>
            <w:tcW w:w="823" w:type="dxa"/>
          </w:tcPr>
          <w:p w14:paraId="676DB734" w14:textId="77777777" w:rsidR="00F862D6" w:rsidRDefault="00F862D6" w:rsidP="0077673A"/>
        </w:tc>
        <w:tc>
          <w:tcPr>
            <w:tcW w:w="3685" w:type="dxa"/>
            <w:vMerge/>
          </w:tcPr>
          <w:p w14:paraId="771A2FF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3F139E2D" w14:textId="77777777" w:rsidTr="00B23CA3">
        <w:trPr>
          <w:trHeight w:val="77"/>
        </w:trPr>
        <w:tc>
          <w:tcPr>
            <w:tcW w:w="1020" w:type="dxa"/>
          </w:tcPr>
          <w:p w14:paraId="6FF9480B" w14:textId="77777777" w:rsidR="00F862D6" w:rsidRDefault="00F862D6" w:rsidP="0077673A"/>
        </w:tc>
        <w:tc>
          <w:tcPr>
            <w:tcW w:w="2552" w:type="dxa"/>
          </w:tcPr>
          <w:p w14:paraId="494DCE20" w14:textId="77777777" w:rsidR="00F862D6" w:rsidRPr="003E6B9A" w:rsidRDefault="00F862D6" w:rsidP="0077673A"/>
        </w:tc>
        <w:tc>
          <w:tcPr>
            <w:tcW w:w="823" w:type="dxa"/>
          </w:tcPr>
          <w:p w14:paraId="48E96C7A" w14:textId="77777777" w:rsidR="00F862D6" w:rsidRDefault="00F862D6" w:rsidP="0077673A"/>
        </w:tc>
        <w:tc>
          <w:tcPr>
            <w:tcW w:w="3685" w:type="dxa"/>
            <w:vMerge/>
          </w:tcPr>
          <w:p w14:paraId="3DF36FC5" w14:textId="77777777" w:rsidR="00F862D6" w:rsidRDefault="00F862D6" w:rsidP="0077673A"/>
        </w:tc>
      </w:tr>
      <w:tr w:rsidR="00F862D6" w14:paraId="76B8586F" w14:textId="77777777" w:rsidTr="00F862D6">
        <w:tc>
          <w:tcPr>
            <w:tcW w:w="1020" w:type="dxa"/>
          </w:tcPr>
          <w:p w14:paraId="6EA7F45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C56BA0D" w14:textId="77777777" w:rsidR="00F862D6" w:rsidRPr="003E6B9A" w:rsidRDefault="0099494D" w:rsidP="00FE3455">
            <w:r>
              <w:t>JUDr. Jaroslav Klimeš</w:t>
            </w:r>
          </w:p>
        </w:tc>
        <w:tc>
          <w:tcPr>
            <w:tcW w:w="823" w:type="dxa"/>
          </w:tcPr>
          <w:p w14:paraId="662C60F5" w14:textId="77777777" w:rsidR="00F862D6" w:rsidRDefault="00F862D6" w:rsidP="0077673A"/>
        </w:tc>
        <w:tc>
          <w:tcPr>
            <w:tcW w:w="3685" w:type="dxa"/>
            <w:vMerge/>
          </w:tcPr>
          <w:p w14:paraId="4F9087D8" w14:textId="77777777" w:rsidR="00F862D6" w:rsidRDefault="00F862D6" w:rsidP="0077673A"/>
        </w:tc>
      </w:tr>
      <w:tr w:rsidR="009A7568" w14:paraId="26B7FCD6" w14:textId="77777777" w:rsidTr="00F862D6">
        <w:tc>
          <w:tcPr>
            <w:tcW w:w="1020" w:type="dxa"/>
          </w:tcPr>
          <w:p w14:paraId="19259AE7" w14:textId="77777777" w:rsidR="009A7568" w:rsidRDefault="009A7568" w:rsidP="009A7568"/>
        </w:tc>
        <w:tc>
          <w:tcPr>
            <w:tcW w:w="2552" w:type="dxa"/>
          </w:tcPr>
          <w:p w14:paraId="52B45E11" w14:textId="77777777" w:rsidR="009A7568" w:rsidRPr="003E6B9A" w:rsidRDefault="009A7568" w:rsidP="009A7568"/>
        </w:tc>
        <w:tc>
          <w:tcPr>
            <w:tcW w:w="823" w:type="dxa"/>
          </w:tcPr>
          <w:p w14:paraId="6C899D52" w14:textId="77777777" w:rsidR="009A7568" w:rsidRDefault="009A7568" w:rsidP="009A7568"/>
        </w:tc>
        <w:tc>
          <w:tcPr>
            <w:tcW w:w="3685" w:type="dxa"/>
            <w:vMerge/>
          </w:tcPr>
          <w:p w14:paraId="7665493F" w14:textId="77777777" w:rsidR="009A7568" w:rsidRDefault="009A7568" w:rsidP="009A7568"/>
        </w:tc>
      </w:tr>
      <w:tr w:rsidR="009A7568" w14:paraId="639A093F" w14:textId="77777777" w:rsidTr="00F862D6">
        <w:tc>
          <w:tcPr>
            <w:tcW w:w="1020" w:type="dxa"/>
          </w:tcPr>
          <w:p w14:paraId="7B6B567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FE0D9F6" w14:textId="77777777" w:rsidR="009A7568" w:rsidRPr="003E6B9A" w:rsidRDefault="0099494D" w:rsidP="009A7568">
            <w:r>
              <w:t>+420 722 819 305</w:t>
            </w:r>
          </w:p>
        </w:tc>
        <w:tc>
          <w:tcPr>
            <w:tcW w:w="823" w:type="dxa"/>
          </w:tcPr>
          <w:p w14:paraId="50169E30" w14:textId="77777777" w:rsidR="009A7568" w:rsidRDefault="009A7568" w:rsidP="009A7568"/>
        </w:tc>
        <w:tc>
          <w:tcPr>
            <w:tcW w:w="3685" w:type="dxa"/>
            <w:vMerge/>
          </w:tcPr>
          <w:p w14:paraId="0EBF7FE4" w14:textId="77777777" w:rsidR="009A7568" w:rsidRDefault="009A7568" w:rsidP="009A7568"/>
        </w:tc>
      </w:tr>
      <w:tr w:rsidR="009A7568" w14:paraId="5740264C" w14:textId="77777777" w:rsidTr="00F862D6">
        <w:tc>
          <w:tcPr>
            <w:tcW w:w="1020" w:type="dxa"/>
          </w:tcPr>
          <w:p w14:paraId="2761914D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5100186" w14:textId="77777777" w:rsidR="009A7568" w:rsidRPr="003E6B9A" w:rsidRDefault="00396C8B" w:rsidP="006104F6">
            <w:r>
              <w:t>KlimesJa@spravazeleznic</w:t>
            </w:r>
            <w:r w:rsidR="0099494D" w:rsidRPr="0099494D">
              <w:t>.cz</w:t>
            </w:r>
          </w:p>
        </w:tc>
        <w:tc>
          <w:tcPr>
            <w:tcW w:w="823" w:type="dxa"/>
          </w:tcPr>
          <w:p w14:paraId="3217679E" w14:textId="77777777" w:rsidR="009A7568" w:rsidRDefault="009A7568" w:rsidP="009A7568"/>
        </w:tc>
        <w:tc>
          <w:tcPr>
            <w:tcW w:w="3685" w:type="dxa"/>
            <w:vMerge/>
          </w:tcPr>
          <w:p w14:paraId="46EEEE7E" w14:textId="77777777" w:rsidR="009A7568" w:rsidRDefault="009A7568" w:rsidP="009A7568"/>
        </w:tc>
      </w:tr>
      <w:tr w:rsidR="009A7568" w14:paraId="299DB87B" w14:textId="77777777" w:rsidTr="00F862D6">
        <w:tc>
          <w:tcPr>
            <w:tcW w:w="1020" w:type="dxa"/>
          </w:tcPr>
          <w:p w14:paraId="530A193C" w14:textId="77777777" w:rsidR="009A7568" w:rsidRDefault="009A7568" w:rsidP="009A7568"/>
        </w:tc>
        <w:tc>
          <w:tcPr>
            <w:tcW w:w="2552" w:type="dxa"/>
          </w:tcPr>
          <w:p w14:paraId="4576F4A7" w14:textId="77777777" w:rsidR="009A7568" w:rsidRPr="003E6B9A" w:rsidRDefault="009A7568" w:rsidP="009A7568"/>
        </w:tc>
        <w:tc>
          <w:tcPr>
            <w:tcW w:w="823" w:type="dxa"/>
          </w:tcPr>
          <w:p w14:paraId="7F948D0C" w14:textId="77777777" w:rsidR="009A7568" w:rsidRDefault="009A7568" w:rsidP="009A7568"/>
        </w:tc>
        <w:tc>
          <w:tcPr>
            <w:tcW w:w="3685" w:type="dxa"/>
          </w:tcPr>
          <w:p w14:paraId="00F3F229" w14:textId="77777777" w:rsidR="009A7568" w:rsidRDefault="009A7568" w:rsidP="009A7568"/>
        </w:tc>
      </w:tr>
      <w:tr w:rsidR="009A7568" w14:paraId="6041B25D" w14:textId="77777777" w:rsidTr="00F862D6">
        <w:tc>
          <w:tcPr>
            <w:tcW w:w="1020" w:type="dxa"/>
          </w:tcPr>
          <w:p w14:paraId="22BB1942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EC4BE65" w14:textId="521298B4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C3ACD">
              <w:rPr>
                <w:noProof/>
              </w:rPr>
              <w:t>26. dubna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CC920D6" w14:textId="77777777" w:rsidR="009A7568" w:rsidRDefault="009A7568" w:rsidP="009A7568"/>
        </w:tc>
        <w:tc>
          <w:tcPr>
            <w:tcW w:w="3685" w:type="dxa"/>
          </w:tcPr>
          <w:p w14:paraId="2AFDA8CE" w14:textId="77777777" w:rsidR="009A7568" w:rsidRDefault="009A7568" w:rsidP="009A7568"/>
        </w:tc>
      </w:tr>
      <w:tr w:rsidR="00F64786" w14:paraId="22047609" w14:textId="77777777" w:rsidTr="00F862D6">
        <w:tc>
          <w:tcPr>
            <w:tcW w:w="1020" w:type="dxa"/>
          </w:tcPr>
          <w:p w14:paraId="53647738" w14:textId="77777777" w:rsidR="00F64786" w:rsidRDefault="00F64786" w:rsidP="0077673A"/>
        </w:tc>
        <w:tc>
          <w:tcPr>
            <w:tcW w:w="2552" w:type="dxa"/>
          </w:tcPr>
          <w:p w14:paraId="503E8C9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AA45041" w14:textId="77777777" w:rsidR="00F64786" w:rsidRDefault="00F64786" w:rsidP="0077673A"/>
        </w:tc>
        <w:tc>
          <w:tcPr>
            <w:tcW w:w="3685" w:type="dxa"/>
          </w:tcPr>
          <w:p w14:paraId="5CA78775" w14:textId="77777777" w:rsidR="00F64786" w:rsidRDefault="00F64786" w:rsidP="0077673A"/>
        </w:tc>
      </w:tr>
      <w:tr w:rsidR="00F862D6" w14:paraId="13E820A0" w14:textId="77777777" w:rsidTr="00B45E9E">
        <w:trPr>
          <w:trHeight w:val="794"/>
        </w:trPr>
        <w:tc>
          <w:tcPr>
            <w:tcW w:w="1020" w:type="dxa"/>
          </w:tcPr>
          <w:p w14:paraId="36FC270A" w14:textId="77777777" w:rsidR="00F862D6" w:rsidRDefault="00F862D6" w:rsidP="0077673A"/>
          <w:p w14:paraId="20310BA4" w14:textId="480305A3" w:rsidR="00FC3ACD" w:rsidRDefault="00FC3ACD" w:rsidP="0077673A"/>
        </w:tc>
        <w:tc>
          <w:tcPr>
            <w:tcW w:w="2552" w:type="dxa"/>
          </w:tcPr>
          <w:p w14:paraId="14985A4A" w14:textId="77777777" w:rsidR="00F862D6" w:rsidRDefault="00F862D6" w:rsidP="00F310F8"/>
        </w:tc>
        <w:tc>
          <w:tcPr>
            <w:tcW w:w="823" w:type="dxa"/>
          </w:tcPr>
          <w:p w14:paraId="33CC75D7" w14:textId="77777777" w:rsidR="00F862D6" w:rsidRDefault="00F862D6" w:rsidP="0077673A"/>
        </w:tc>
        <w:tc>
          <w:tcPr>
            <w:tcW w:w="3685" w:type="dxa"/>
          </w:tcPr>
          <w:p w14:paraId="45D19258" w14:textId="77777777" w:rsidR="00F862D6" w:rsidRDefault="00F862D6" w:rsidP="0077673A"/>
        </w:tc>
      </w:tr>
    </w:tbl>
    <w:p w14:paraId="70A5942A" w14:textId="77777777" w:rsidR="00FC3ACD" w:rsidRDefault="00FC3ACD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320B2DEA" w14:textId="77777777" w:rsidR="00FC3ACD" w:rsidRDefault="00FC3ACD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3A58DFB4" w14:textId="77777777" w:rsidR="00FC3ACD" w:rsidRDefault="00FC3ACD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BFBCB79" w14:textId="77777777" w:rsidR="00FC3ACD" w:rsidRDefault="00FC3ACD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B3847C2" w14:textId="455AEB25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75330" w:rsidRPr="00D75330">
        <w:rPr>
          <w:rFonts w:eastAsia="Calibri" w:cs="Times New Roman"/>
          <w:b/>
          <w:lang w:eastAsia="cs-CZ"/>
        </w:rPr>
        <w:t>Optimalizace trať.</w:t>
      </w:r>
      <w:r w:rsidR="00D75330">
        <w:rPr>
          <w:rFonts w:eastAsia="Calibri" w:cs="Times New Roman"/>
          <w:b/>
          <w:lang w:eastAsia="cs-CZ"/>
        </w:rPr>
        <w:t xml:space="preserve"> </w:t>
      </w:r>
      <w:proofErr w:type="gramStart"/>
      <w:r w:rsidR="00D75330" w:rsidRPr="00D75330">
        <w:rPr>
          <w:rFonts w:eastAsia="Calibri" w:cs="Times New Roman"/>
          <w:b/>
          <w:lang w:eastAsia="cs-CZ"/>
        </w:rPr>
        <w:t>úseku</w:t>
      </w:r>
      <w:proofErr w:type="gramEnd"/>
      <w:r w:rsidR="00D75330" w:rsidRPr="00D75330">
        <w:rPr>
          <w:rFonts w:eastAsia="Calibri" w:cs="Times New Roman"/>
          <w:b/>
          <w:lang w:eastAsia="cs-CZ"/>
        </w:rPr>
        <w:t xml:space="preserve"> Havířov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(včetně)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-</w:t>
      </w:r>
      <w:r w:rsidR="00D75330">
        <w:rPr>
          <w:rFonts w:eastAsia="Calibri" w:cs="Times New Roman"/>
          <w:b/>
          <w:lang w:eastAsia="cs-CZ"/>
        </w:rPr>
        <w:t xml:space="preserve"> </w:t>
      </w:r>
      <w:proofErr w:type="spellStart"/>
      <w:r w:rsidR="00D75330" w:rsidRPr="00D75330">
        <w:rPr>
          <w:rFonts w:eastAsia="Calibri" w:cs="Times New Roman"/>
          <w:b/>
          <w:lang w:eastAsia="cs-CZ"/>
        </w:rPr>
        <w:t>zast</w:t>
      </w:r>
      <w:proofErr w:type="spellEnd"/>
      <w:r w:rsidR="00D75330" w:rsidRPr="00D75330">
        <w:rPr>
          <w:rFonts w:eastAsia="Calibri" w:cs="Times New Roman"/>
          <w:b/>
          <w:lang w:eastAsia="cs-CZ"/>
        </w:rPr>
        <w:t>.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Havířov střed</w:t>
      </w:r>
      <w:r w:rsidR="00D75330">
        <w:rPr>
          <w:rFonts w:eastAsia="Calibri" w:cs="Times New Roman"/>
          <w:b/>
          <w:lang w:eastAsia="cs-CZ"/>
        </w:rPr>
        <w:t xml:space="preserve"> </w:t>
      </w:r>
      <w:r w:rsidR="00D75330" w:rsidRPr="00D75330">
        <w:rPr>
          <w:rFonts w:eastAsia="Calibri" w:cs="Times New Roman"/>
          <w:b/>
          <w:lang w:eastAsia="cs-CZ"/>
        </w:rPr>
        <w:t>(mimo</w:t>
      </w:r>
      <w:r w:rsidR="00D75330">
        <w:rPr>
          <w:rFonts w:eastAsia="Calibri" w:cs="Times New Roman"/>
          <w:b/>
          <w:lang w:eastAsia="cs-CZ"/>
        </w:rPr>
        <w:t>)</w:t>
      </w:r>
    </w:p>
    <w:p w14:paraId="4925A8B4" w14:textId="7777777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9494D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8B7721">
        <w:rPr>
          <w:rFonts w:eastAsia="Calibri" w:cs="Times New Roman"/>
          <w:lang w:eastAsia="cs-CZ"/>
        </w:rPr>
        <w:t>6</w:t>
      </w:r>
    </w:p>
    <w:p w14:paraId="44C5E95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7949FCA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545AA373" w14:textId="77777777" w:rsidR="00FC3ACD" w:rsidRDefault="00FC3ACD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7FD406" w14:textId="77777777" w:rsidR="00FC3ACD" w:rsidRDefault="00FC3ACD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BC300A5" w14:textId="793B3C28" w:rsid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> 97</w:t>
      </w:r>
      <w:r w:rsidRPr="00BD5319">
        <w:rPr>
          <w:rFonts w:eastAsia="Calibri" w:cs="Times New Roman"/>
          <w:b/>
          <w:lang w:eastAsia="cs-CZ"/>
        </w:rPr>
        <w:t>:</w:t>
      </w:r>
    </w:p>
    <w:p w14:paraId="22FC81F3" w14:textId="77777777" w:rsidR="008B7721" w:rsidRPr="008B7721" w:rsidRDefault="008B7721" w:rsidP="008B7721">
      <w:pPr>
        <w:spacing w:after="160" w:line="259" w:lineRule="auto"/>
        <w:rPr>
          <w:bCs/>
        </w:rPr>
      </w:pPr>
      <w:r w:rsidRPr="00061EF7">
        <w:rPr>
          <w:bCs/>
        </w:rPr>
        <w:t xml:space="preserve">SO </w:t>
      </w:r>
      <w:r w:rsidRPr="008B7721">
        <w:rPr>
          <w:bCs/>
        </w:rPr>
        <w:t xml:space="preserve">12-10-01 </w:t>
      </w:r>
      <w:proofErr w:type="spellStart"/>
      <w:r w:rsidRPr="008B7721">
        <w:rPr>
          <w:bCs/>
        </w:rPr>
        <w:t>Žst</w:t>
      </w:r>
      <w:proofErr w:type="spellEnd"/>
      <w:r w:rsidRPr="008B7721">
        <w:rPr>
          <w:bCs/>
        </w:rPr>
        <w:t>. Havířov, železniční svršek – V soupisu prací chybí položka pro ocenění zřízení výhybky č.2c/d K49-1:4,5. Žádáme o doplnění položky.</w:t>
      </w:r>
    </w:p>
    <w:p w14:paraId="4C12101B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/>
          <w:lang w:eastAsia="cs-CZ"/>
        </w:rPr>
        <w:t xml:space="preserve">Odpověď: </w:t>
      </w:r>
    </w:p>
    <w:p w14:paraId="6C00CAED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Cs/>
          <w:lang w:eastAsia="cs-CZ"/>
        </w:rPr>
      </w:pPr>
      <w:r w:rsidRPr="008B7721">
        <w:rPr>
          <w:rFonts w:eastAsia="Calibri" w:cs="Times New Roman"/>
          <w:bCs/>
          <w:lang w:eastAsia="cs-CZ"/>
        </w:rPr>
        <w:t>Položka nechybí, je v soupisu prací pod pořadovým číslem 47.</w:t>
      </w:r>
    </w:p>
    <w:p w14:paraId="7575CE3F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Cs/>
          <w:lang w:eastAsia="cs-CZ"/>
        </w:rPr>
      </w:pPr>
      <w:r w:rsidRPr="008B7721">
        <w:rPr>
          <w:noProof/>
          <w:lang w:eastAsia="cs-CZ"/>
        </w:rPr>
        <w:drawing>
          <wp:inline distT="0" distB="0" distL="0" distR="0" wp14:anchorId="05C079F3" wp14:editId="441324BC">
            <wp:extent cx="5525770" cy="401955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40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6334F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89B313F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/>
          <w:lang w:eastAsia="cs-CZ"/>
        </w:rPr>
        <w:t>Dotaz č. 98:</w:t>
      </w:r>
    </w:p>
    <w:p w14:paraId="64BD05AB" w14:textId="77777777" w:rsidR="008B7721" w:rsidRPr="008B7721" w:rsidRDefault="008B7721" w:rsidP="008B7721">
      <w:pPr>
        <w:spacing w:after="160" w:line="259" w:lineRule="auto"/>
        <w:rPr>
          <w:bCs/>
        </w:rPr>
      </w:pPr>
      <w:r w:rsidRPr="008B7721">
        <w:rPr>
          <w:bCs/>
        </w:rPr>
        <w:t xml:space="preserve">SO 12-10-01 </w:t>
      </w:r>
      <w:proofErr w:type="spellStart"/>
      <w:r w:rsidRPr="008B7721">
        <w:rPr>
          <w:bCs/>
        </w:rPr>
        <w:t>Žst</w:t>
      </w:r>
      <w:proofErr w:type="spellEnd"/>
      <w:r w:rsidRPr="008B7721">
        <w:rPr>
          <w:bCs/>
        </w:rPr>
        <w:t>. Havířov, železniční svršek – V soupisu prací na položce č. 33-539710 ZVLÁŠTNÍ VYBAVENÍ VÝHYBEK, PŘÍPLATEK ZA KONSTRUKCI A VÝROBU OBLOUKOVÉ VÝHYBKY je chybná výměra 2 ks. Obloukových výhybek je celkem 7 ks. Žádáme o opravu výměry položky.</w:t>
      </w:r>
    </w:p>
    <w:p w14:paraId="428F4B69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/>
          <w:lang w:eastAsia="cs-CZ"/>
        </w:rPr>
        <w:t xml:space="preserve">Odpověď: </w:t>
      </w:r>
    </w:p>
    <w:p w14:paraId="0E4CD044" w14:textId="1BF4DAFE" w:rsidR="008B7721" w:rsidRPr="008B7721" w:rsidRDefault="008B7721" w:rsidP="008B7721">
      <w:pPr>
        <w:rPr>
          <w:rFonts w:eastAsia="Calibri" w:cs="Times New Roman"/>
          <w:bCs/>
          <w:lang w:eastAsia="cs-CZ"/>
        </w:rPr>
      </w:pPr>
      <w:r w:rsidRPr="008B7721">
        <w:rPr>
          <w:lang w:eastAsia="cs-CZ"/>
        </w:rPr>
        <w:t xml:space="preserve">Je navrženo 7 ks transformovaných (=obloukových) výhybek, byla upravena </w:t>
      </w:r>
      <w:r w:rsidR="00EF41C9" w:rsidRPr="00EF41C9">
        <w:rPr>
          <w:lang w:eastAsia="cs-CZ"/>
        </w:rPr>
        <w:t xml:space="preserve">výměra </w:t>
      </w:r>
      <w:r w:rsidRPr="008B7721">
        <w:rPr>
          <w:lang w:eastAsia="cs-CZ"/>
        </w:rPr>
        <w:t>na 7 ks.</w:t>
      </w:r>
      <w:r w:rsidRPr="008B7721">
        <w:rPr>
          <w:rFonts w:eastAsia="Calibri" w:cs="Times New Roman"/>
          <w:bCs/>
          <w:lang w:eastAsia="cs-CZ"/>
        </w:rPr>
        <w:t xml:space="preserve"> (pol. č. 33 – 539710 – ZVLÁŠTNÍ VYBAVENÍ VÝHYBEK, PŘÍPLATEK ZA KONSTRUKCI A VÝROBU OBLOUKOVÉ VÝHYBKY – 7,0 KUS)</w:t>
      </w:r>
    </w:p>
    <w:p w14:paraId="33DE815E" w14:textId="77777777" w:rsidR="008B7721" w:rsidRPr="008B7721" w:rsidRDefault="008B7721" w:rsidP="008B772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B7721">
        <w:rPr>
          <w:rFonts w:eastAsia="Times New Roman" w:cs="Times New Roman"/>
          <w:b/>
          <w:lang w:eastAsia="cs-CZ"/>
        </w:rPr>
        <w:t>Viz příloha:</w:t>
      </w:r>
    </w:p>
    <w:p w14:paraId="7A15C39E" w14:textId="77777777" w:rsidR="008B7721" w:rsidRPr="008B7721" w:rsidRDefault="008B7721" w:rsidP="008B7721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8B7721">
        <w:rPr>
          <w:rFonts w:eastAsia="Times New Roman" w:cs="Times New Roman"/>
          <w:bCs/>
          <w:lang w:eastAsia="cs-CZ"/>
        </w:rPr>
        <w:t>XLS_OptimalizaceúsekuHaviřov-Haviřovstřed_20230322_zm06.xlsx</w:t>
      </w:r>
    </w:p>
    <w:p w14:paraId="2FFE87C0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AA9442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5069B10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/>
          <w:lang w:eastAsia="cs-CZ"/>
        </w:rPr>
        <w:t>Dotaz č. 99:</w:t>
      </w:r>
    </w:p>
    <w:p w14:paraId="1977B504" w14:textId="77777777" w:rsidR="008B7721" w:rsidRPr="008B7721" w:rsidRDefault="008B7721" w:rsidP="008B7721">
      <w:pPr>
        <w:spacing w:after="160" w:line="259" w:lineRule="auto"/>
        <w:rPr>
          <w:bCs/>
        </w:rPr>
      </w:pPr>
      <w:r w:rsidRPr="008B7721">
        <w:rPr>
          <w:bCs/>
        </w:rPr>
        <w:t xml:space="preserve">SO 12-10-01 </w:t>
      </w:r>
      <w:proofErr w:type="spellStart"/>
      <w:r w:rsidRPr="008B7721">
        <w:rPr>
          <w:bCs/>
        </w:rPr>
        <w:t>Žst</w:t>
      </w:r>
      <w:proofErr w:type="spellEnd"/>
      <w:r w:rsidRPr="008B7721">
        <w:rPr>
          <w:bCs/>
        </w:rPr>
        <w:t>. Havířov, železniční svršek – V soupisu prací chybí položka pro ocenění antikorozního upevnění v kolejích č. 1, 2 a 5 v místě přejezdové konstrukce. Žádáme o doplnění položky.</w:t>
      </w:r>
    </w:p>
    <w:p w14:paraId="20682C34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/>
          <w:lang w:eastAsia="cs-CZ"/>
        </w:rPr>
        <w:t xml:space="preserve">Odpověď: </w:t>
      </w:r>
    </w:p>
    <w:p w14:paraId="577480E2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Cs/>
          <w:lang w:eastAsia="cs-CZ"/>
        </w:rPr>
        <w:t>Byla doplněna položka 76 – 921930 – ANTIKOROZNÍ PROVEDENÍ UPEVŇOVADEL A JINÉHO DROBNÉHO KOLEJIVA – 9,0 M</w:t>
      </w:r>
    </w:p>
    <w:p w14:paraId="2B814E92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AB0032B" w14:textId="77777777" w:rsidR="008B7721" w:rsidRPr="008B7721" w:rsidRDefault="008B7721" w:rsidP="008B772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B7721">
        <w:rPr>
          <w:rFonts w:eastAsia="Times New Roman" w:cs="Times New Roman"/>
          <w:b/>
          <w:lang w:eastAsia="cs-CZ"/>
        </w:rPr>
        <w:t>Viz příloha:</w:t>
      </w:r>
    </w:p>
    <w:p w14:paraId="6D765113" w14:textId="77777777" w:rsidR="008B7721" w:rsidRPr="008B7721" w:rsidRDefault="008B7721" w:rsidP="008B7721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8B7721">
        <w:rPr>
          <w:rFonts w:eastAsia="Times New Roman" w:cs="Times New Roman"/>
          <w:bCs/>
          <w:lang w:eastAsia="cs-CZ"/>
        </w:rPr>
        <w:lastRenderedPageBreak/>
        <w:t>XLS_OptimalizaceúsekuHaviřov-Haviřovstřed_20230322_zm06.xlsx</w:t>
      </w:r>
    </w:p>
    <w:p w14:paraId="6F11388A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B3030B" w14:textId="0B4A9D96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88868AE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/>
          <w:lang w:eastAsia="cs-CZ"/>
        </w:rPr>
        <w:t>Dotaz č. 100:</w:t>
      </w:r>
    </w:p>
    <w:p w14:paraId="1424B116" w14:textId="77777777" w:rsidR="008B7721" w:rsidRPr="008B7721" w:rsidRDefault="008B7721" w:rsidP="008B7721">
      <w:pPr>
        <w:spacing w:after="160" w:line="259" w:lineRule="auto"/>
        <w:rPr>
          <w:bCs/>
        </w:rPr>
      </w:pPr>
      <w:bookmarkStart w:id="1" w:name="_Hlk132975240"/>
      <w:r w:rsidRPr="008B7721">
        <w:rPr>
          <w:bCs/>
        </w:rPr>
        <w:t xml:space="preserve">SO 12-10-01 </w:t>
      </w:r>
      <w:proofErr w:type="spellStart"/>
      <w:r w:rsidRPr="008B7721">
        <w:rPr>
          <w:bCs/>
        </w:rPr>
        <w:t>Žst</w:t>
      </w:r>
      <w:proofErr w:type="spellEnd"/>
      <w:r w:rsidRPr="008B7721">
        <w:rPr>
          <w:bCs/>
        </w:rPr>
        <w:t xml:space="preserve">. Havířov, železniční svršek </w:t>
      </w:r>
      <w:bookmarkEnd w:id="1"/>
      <w:r w:rsidRPr="008B7721">
        <w:rPr>
          <w:bCs/>
        </w:rPr>
        <w:t>– V soupisu prací na položce č. 2-512560 KOLEJOVÉ LOŽE – ZŘÍZENÍ Z KAMENIVA HRUBÉHO RECYKLOVANÉHO je chybná výměra 12 299,000 m3. Dle TZ na str. 15 se uvažuje s cca 5 600 t (ne m3) recyklovaného kameniva pro podklad drážních stezek (recyklace odtěženého KL z SO 11-10-01 do SO 12-10-01). Žádáme zadavatele o opravu výměry položky č. 2.</w:t>
      </w:r>
    </w:p>
    <w:p w14:paraId="5EAA4340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/>
          <w:lang w:eastAsia="cs-CZ"/>
        </w:rPr>
        <w:t xml:space="preserve">Odpověď: </w:t>
      </w:r>
    </w:p>
    <w:p w14:paraId="44E2D92C" w14:textId="3AB84889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Cs/>
          <w:lang w:eastAsia="cs-CZ"/>
        </w:rPr>
        <w:t xml:space="preserve">Položka je správně, v TZ bylo opraveno. </w:t>
      </w:r>
    </w:p>
    <w:p w14:paraId="4DB24E8A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7BF101" w14:textId="77777777" w:rsidR="008B7721" w:rsidRPr="008B7721" w:rsidRDefault="008B7721" w:rsidP="008B7721">
      <w:pPr>
        <w:keepNext/>
        <w:spacing w:after="0" w:line="240" w:lineRule="auto"/>
        <w:rPr>
          <w:rFonts w:eastAsia="Times New Roman" w:cs="Times New Roman"/>
          <w:b/>
          <w:lang w:eastAsia="cs-CZ"/>
        </w:rPr>
      </w:pPr>
      <w:r w:rsidRPr="008B7721">
        <w:rPr>
          <w:rFonts w:eastAsia="Times New Roman" w:cs="Times New Roman"/>
          <w:b/>
          <w:lang w:eastAsia="cs-CZ"/>
        </w:rPr>
        <w:t>Viz příloha:</w:t>
      </w:r>
    </w:p>
    <w:p w14:paraId="49D98A48" w14:textId="77777777" w:rsidR="008B7721" w:rsidRPr="008B7721" w:rsidRDefault="008B7721" w:rsidP="008B7721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8B7721">
        <w:rPr>
          <w:rFonts w:eastAsia="Times New Roman" w:cs="Times New Roman"/>
          <w:bCs/>
          <w:lang w:eastAsia="cs-CZ"/>
        </w:rPr>
        <w:t>D_2_1_1_SK120002_1_001_TZ.pdf</w:t>
      </w:r>
    </w:p>
    <w:p w14:paraId="399ABA9B" w14:textId="5020B9F5" w:rsid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28ABC2E" w14:textId="77777777" w:rsidR="00FC3ACD" w:rsidRPr="008B7721" w:rsidRDefault="00FC3ACD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FF5ACF6" w14:textId="77777777" w:rsidR="008B7721" w:rsidRPr="008B7721" w:rsidRDefault="008B7721" w:rsidP="008B7721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/>
          <w:lang w:eastAsia="cs-CZ"/>
        </w:rPr>
        <w:t>Dotaz č. 101:</w:t>
      </w:r>
    </w:p>
    <w:p w14:paraId="0EF965B6" w14:textId="77777777" w:rsidR="008B7721" w:rsidRPr="008B7721" w:rsidRDefault="008B7721" w:rsidP="008B7721">
      <w:pPr>
        <w:spacing w:after="160" w:line="259" w:lineRule="auto"/>
        <w:rPr>
          <w:bCs/>
        </w:rPr>
      </w:pPr>
      <w:r w:rsidRPr="008B7721">
        <w:rPr>
          <w:bCs/>
        </w:rPr>
        <w:t xml:space="preserve">SO 12-10-01 </w:t>
      </w:r>
      <w:proofErr w:type="spellStart"/>
      <w:r w:rsidRPr="008B7721">
        <w:rPr>
          <w:bCs/>
        </w:rPr>
        <w:t>Žst</w:t>
      </w:r>
      <w:proofErr w:type="spellEnd"/>
      <w:r w:rsidRPr="008B7721">
        <w:rPr>
          <w:bCs/>
        </w:rPr>
        <w:t xml:space="preserve">. Havířov, železniční svršek – V soupisu prací chybí položka pro ocenění zřízení </w:t>
      </w:r>
      <w:proofErr w:type="spellStart"/>
      <w:r w:rsidRPr="008B7721">
        <w:rPr>
          <w:bCs/>
        </w:rPr>
        <w:t>LISů</w:t>
      </w:r>
      <w:proofErr w:type="spellEnd"/>
      <w:r w:rsidRPr="008B7721">
        <w:rPr>
          <w:bCs/>
        </w:rPr>
        <w:t xml:space="preserve"> – dle TZ str. 16 „U nových vjezdových návěstidel 1S, 2S v km 20,640 budou zřízeny 2 páry lepených izolovaných styků (celkem tedy 4 ks)“. Žádáme o doplnění položky.</w:t>
      </w:r>
    </w:p>
    <w:p w14:paraId="10BFB2D7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/>
          <w:lang w:eastAsia="cs-CZ"/>
        </w:rPr>
        <w:t xml:space="preserve">Odpověď: </w:t>
      </w:r>
    </w:p>
    <w:p w14:paraId="253C8CAB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Cs/>
          <w:lang w:eastAsia="cs-CZ"/>
        </w:rPr>
      </w:pPr>
      <w:r w:rsidRPr="008B7721">
        <w:rPr>
          <w:rFonts w:eastAsia="Calibri" w:cs="Times New Roman"/>
          <w:bCs/>
          <w:lang w:eastAsia="cs-CZ"/>
        </w:rPr>
        <w:t>Byla doplněna položka 77 – 544321 – IZOLOVANÝ STYK LEPENÝ STANDARDNÍ DÉLKY (3,4-8,0 M), TEPELNĚ NEOPRACOVANÝ, TVARU 60 E2 NEBO R 65 – 4,0 KUS</w:t>
      </w:r>
    </w:p>
    <w:p w14:paraId="1EED3631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Cs/>
          <w:lang w:eastAsia="cs-CZ"/>
        </w:rPr>
      </w:pPr>
      <w:r w:rsidRPr="008B7721">
        <w:rPr>
          <w:rFonts w:eastAsia="Calibri" w:cs="Times New Roman"/>
          <w:bCs/>
          <w:lang w:eastAsia="cs-CZ"/>
        </w:rPr>
        <w:t>Byla upravena výměra položky 58 – 965113 – DEMONTÁŽ KOLEJE NA BETONOVÝCH PRAŽCÍCH DO KOLEJOVÝCH POLÍ S ODVOZEM NA MONTÁŽNÍ ZÁKLADNU S NÁSLEDNÝM ROZEBRÁNÍM – 11228,20 M</w:t>
      </w:r>
    </w:p>
    <w:p w14:paraId="0D44C6E0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Cs/>
          <w:lang w:eastAsia="cs-CZ"/>
        </w:rPr>
      </w:pPr>
      <w:r w:rsidRPr="008B7721">
        <w:rPr>
          <w:rFonts w:eastAsia="Calibri" w:cs="Times New Roman"/>
          <w:bCs/>
          <w:lang w:eastAsia="cs-CZ"/>
        </w:rPr>
        <w:t>Byla upravena výměra položky 38 – 545111 – SVAR KOLEJNIC (STEJNÉHO TVARU) 60 E2, R 65 JEDNOTLIVĚ – 302,0 KUS</w:t>
      </w:r>
    </w:p>
    <w:p w14:paraId="228E4762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Cs/>
          <w:lang w:eastAsia="cs-CZ"/>
        </w:rPr>
      </w:pPr>
      <w:r w:rsidRPr="008B7721">
        <w:rPr>
          <w:rFonts w:eastAsia="Calibri" w:cs="Times New Roman"/>
          <w:bCs/>
          <w:lang w:eastAsia="cs-CZ"/>
        </w:rPr>
        <w:t>Byla upravena výměra položky 42 – 549311 – ZRUŠENÍ A ZNOVUZŘÍZENÍ BEZSTYKOVÉ KOLEJE NA NEDEMONTOVANÝCH ÚSECÍCH V KOLEJI – 1532,0 M</w:t>
      </w:r>
    </w:p>
    <w:p w14:paraId="4755436F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D08C215" w14:textId="77777777" w:rsidR="008B7721" w:rsidRPr="008B7721" w:rsidRDefault="008B7721" w:rsidP="008B772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B7721">
        <w:rPr>
          <w:rFonts w:eastAsia="Times New Roman" w:cs="Times New Roman"/>
          <w:b/>
          <w:lang w:eastAsia="cs-CZ"/>
        </w:rPr>
        <w:t>Viz příloha:</w:t>
      </w:r>
    </w:p>
    <w:p w14:paraId="440A616B" w14:textId="77777777" w:rsidR="008B7721" w:rsidRPr="008B7721" w:rsidRDefault="008B7721" w:rsidP="008B7721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8B7721">
        <w:rPr>
          <w:rFonts w:eastAsia="Times New Roman" w:cs="Times New Roman"/>
          <w:bCs/>
          <w:lang w:eastAsia="cs-CZ"/>
        </w:rPr>
        <w:t>XLS_OptimalizaceúsekuHaviřov-Haviřovstřed_20230322_zm06.xlsx</w:t>
      </w:r>
    </w:p>
    <w:p w14:paraId="5D480BC7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FF8BD31" w14:textId="3224A412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47EC9DA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/>
          <w:lang w:eastAsia="cs-CZ"/>
        </w:rPr>
        <w:t>Dotaz č. 102:</w:t>
      </w:r>
    </w:p>
    <w:p w14:paraId="3F12B438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bCs/>
        </w:rPr>
        <w:t>V </w:t>
      </w:r>
      <w:proofErr w:type="gramStart"/>
      <w:r w:rsidRPr="008B7721">
        <w:rPr>
          <w:bCs/>
        </w:rPr>
        <w:t>části B.8, příloha</w:t>
      </w:r>
      <w:proofErr w:type="gramEnd"/>
      <w:r w:rsidRPr="008B7721">
        <w:rPr>
          <w:bCs/>
        </w:rPr>
        <w:t xml:space="preserve"> č. 3 Časový postup prací je ve stavebním postupu SP6 navrženo snesení výhybek č. 13, 14 a 18. Dle </w:t>
      </w:r>
      <w:proofErr w:type="gramStart"/>
      <w:r w:rsidRPr="008B7721">
        <w:rPr>
          <w:bCs/>
        </w:rPr>
        <w:t>části B.8, příloha</w:t>
      </w:r>
      <w:proofErr w:type="gramEnd"/>
      <w:r w:rsidRPr="008B7721">
        <w:rPr>
          <w:bCs/>
        </w:rPr>
        <w:t xml:space="preserve"> č. 4 Schéma stavebních postupů je snesení těchto výhybek č. 13, 14 a 18 již ve stavebním postupu SP3. Žádáme zadavatele o vyjádření k rozporu v zadávací dokumentaci.</w:t>
      </w:r>
    </w:p>
    <w:p w14:paraId="4B98A448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E33320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/>
          <w:lang w:eastAsia="cs-CZ"/>
        </w:rPr>
        <w:t xml:space="preserve">Odpověď: </w:t>
      </w:r>
    </w:p>
    <w:p w14:paraId="5C2D2BB7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Cs/>
          <w:lang w:eastAsia="cs-CZ"/>
        </w:rPr>
      </w:pPr>
      <w:r w:rsidRPr="008B7721">
        <w:rPr>
          <w:rFonts w:eastAsia="Calibri" w:cs="Times New Roman"/>
          <w:bCs/>
          <w:lang w:eastAsia="cs-CZ"/>
        </w:rPr>
        <w:t xml:space="preserve">Snesení výhybek </w:t>
      </w:r>
      <w:proofErr w:type="gramStart"/>
      <w:r w:rsidRPr="008B7721">
        <w:rPr>
          <w:rFonts w:eastAsia="Calibri" w:cs="Times New Roman"/>
          <w:bCs/>
          <w:lang w:eastAsia="cs-CZ"/>
        </w:rPr>
        <w:t>č.13</w:t>
      </w:r>
      <w:proofErr w:type="gramEnd"/>
      <w:r w:rsidRPr="008B7721">
        <w:rPr>
          <w:rFonts w:eastAsia="Calibri" w:cs="Times New Roman"/>
          <w:bCs/>
          <w:lang w:eastAsia="cs-CZ"/>
        </w:rPr>
        <w:t>, 14, 18 proběhne ve SP3.</w:t>
      </w:r>
    </w:p>
    <w:p w14:paraId="4BF2E432" w14:textId="77777777" w:rsidR="008B7721" w:rsidRPr="008B7721" w:rsidRDefault="008B7721" w:rsidP="008B7721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0292E67" w14:textId="77777777" w:rsidR="008B7721" w:rsidRPr="008B7721" w:rsidRDefault="008B7721" w:rsidP="008B772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B7721">
        <w:rPr>
          <w:rFonts w:eastAsia="Times New Roman" w:cs="Times New Roman"/>
          <w:b/>
          <w:lang w:eastAsia="cs-CZ"/>
        </w:rPr>
        <w:t>Viz příloha:</w:t>
      </w:r>
    </w:p>
    <w:p w14:paraId="06E5EFE7" w14:textId="77777777" w:rsidR="008B7721" w:rsidRPr="008B7721" w:rsidRDefault="008B7721" w:rsidP="008B7721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8B7721">
        <w:rPr>
          <w:rFonts w:eastAsia="Times New Roman" w:cs="Times New Roman"/>
          <w:bCs/>
          <w:lang w:eastAsia="cs-CZ"/>
        </w:rPr>
        <w:t>B_8_3_002_Hmg.pdf</w:t>
      </w:r>
    </w:p>
    <w:p w14:paraId="3E311329" w14:textId="1D55F173" w:rsidR="008B7721" w:rsidRDefault="008B7721" w:rsidP="008B7721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51C9B0D" w14:textId="77777777" w:rsidR="00FC3ACD" w:rsidRPr="008B7721" w:rsidRDefault="00FC3ACD" w:rsidP="008B7721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BB8E61B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/>
          <w:lang w:eastAsia="cs-CZ"/>
        </w:rPr>
        <w:t>Dotaz č. 103:</w:t>
      </w:r>
    </w:p>
    <w:p w14:paraId="7F608E52" w14:textId="77777777" w:rsidR="008B7721" w:rsidRPr="008B7721" w:rsidRDefault="008B7721" w:rsidP="008B7721">
      <w:pPr>
        <w:spacing w:after="160" w:line="259" w:lineRule="auto"/>
        <w:contextualSpacing/>
        <w:rPr>
          <w:rFonts w:eastAsia="Calibri" w:cs="Times New Roman"/>
          <w:bCs/>
        </w:rPr>
      </w:pPr>
      <w:r w:rsidRPr="008B7721">
        <w:rPr>
          <w:rFonts w:eastAsia="Calibri" w:cs="Times New Roman"/>
          <w:bCs/>
        </w:rPr>
        <w:t xml:space="preserve">SO 12-10-01 </w:t>
      </w:r>
      <w:proofErr w:type="spellStart"/>
      <w:r w:rsidRPr="008B7721">
        <w:rPr>
          <w:rFonts w:eastAsia="Calibri" w:cs="Times New Roman"/>
          <w:bCs/>
        </w:rPr>
        <w:t>Žst</w:t>
      </w:r>
      <w:proofErr w:type="spellEnd"/>
      <w:r w:rsidRPr="008B7721">
        <w:rPr>
          <w:rFonts w:eastAsia="Calibri" w:cs="Times New Roman"/>
          <w:bCs/>
        </w:rPr>
        <w:t xml:space="preserve">. Havířov, železniční svršek – V soupisu prací na položce č. 23-539102 ZVLÁŠTNÍ VYBAVENÍ VÝHYBEK, PRAŽCE ŽLABOVÉ, SESTAVA 2 KS je chybná výměra 17 </w:t>
      </w:r>
      <w:proofErr w:type="spellStart"/>
      <w:r w:rsidRPr="008B7721">
        <w:rPr>
          <w:rFonts w:eastAsia="Calibri" w:cs="Times New Roman"/>
          <w:bCs/>
        </w:rPr>
        <w:t>kpl</w:t>
      </w:r>
      <w:proofErr w:type="spellEnd"/>
      <w:r w:rsidRPr="008B7721">
        <w:rPr>
          <w:rFonts w:eastAsia="Calibri" w:cs="Times New Roman"/>
          <w:bCs/>
        </w:rPr>
        <w:t xml:space="preserve">. Správná výměra je 15 </w:t>
      </w:r>
      <w:proofErr w:type="spellStart"/>
      <w:r w:rsidRPr="008B7721">
        <w:rPr>
          <w:rFonts w:eastAsia="Calibri" w:cs="Times New Roman"/>
          <w:bCs/>
        </w:rPr>
        <w:t>kpl</w:t>
      </w:r>
      <w:proofErr w:type="spellEnd"/>
      <w:r w:rsidRPr="008B7721">
        <w:rPr>
          <w:rFonts w:eastAsia="Calibri" w:cs="Times New Roman"/>
          <w:bCs/>
        </w:rPr>
        <w:t xml:space="preserve">. Křižovatková výhybka č. 10a/b má cenu za žlabové pražce obsaženou v ceně výhybky, nelze jejich cenu vyjmout do položky č. 23. Žádáme o opravu výměry položky č. 23 na celkem 15 </w:t>
      </w:r>
      <w:proofErr w:type="spellStart"/>
      <w:proofErr w:type="gramStart"/>
      <w:r w:rsidRPr="008B7721">
        <w:rPr>
          <w:rFonts w:eastAsia="Calibri" w:cs="Times New Roman"/>
          <w:bCs/>
        </w:rPr>
        <w:t>kpl</w:t>
      </w:r>
      <w:proofErr w:type="spellEnd"/>
      <w:r w:rsidRPr="008B7721">
        <w:rPr>
          <w:rFonts w:eastAsia="Calibri" w:cs="Times New Roman"/>
          <w:bCs/>
        </w:rPr>
        <w:t>..</w:t>
      </w:r>
      <w:proofErr w:type="gramEnd"/>
    </w:p>
    <w:p w14:paraId="3640CB03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B9093B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/>
          <w:lang w:eastAsia="cs-CZ"/>
        </w:rPr>
        <w:t xml:space="preserve">Odpověď: </w:t>
      </w:r>
    </w:p>
    <w:p w14:paraId="4BA3FFCA" w14:textId="4E84A86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Cs/>
          <w:lang w:eastAsia="cs-CZ"/>
        </w:rPr>
        <w:t>Je navrženo dle OTSKP, v položce 536293</w:t>
      </w:r>
      <w:r w:rsidRPr="008B7721">
        <w:rPr>
          <w:rFonts w:eastAsia="Calibri" w:cs="Times New Roman"/>
          <w:bCs/>
          <w:lang w:eastAsia="cs-CZ"/>
        </w:rPr>
        <w:tab/>
        <w:t>C (B) 49 1:11-300, PR. BET., UP. PRUŽNÉ</w:t>
      </w:r>
      <w:r w:rsidR="0069737A">
        <w:rPr>
          <w:rFonts w:eastAsia="Calibri" w:cs="Times New Roman"/>
          <w:bCs/>
          <w:lang w:eastAsia="cs-CZ"/>
        </w:rPr>
        <w:t>, kde</w:t>
      </w:r>
      <w:r w:rsidRPr="008B7721">
        <w:rPr>
          <w:rFonts w:eastAsia="Calibri" w:cs="Times New Roman"/>
          <w:bCs/>
          <w:lang w:eastAsia="cs-CZ"/>
        </w:rPr>
        <w:t xml:space="preserve"> je uvedeno: Položka neobsahuje: … – žlabové pražce …. Položka nebude upravována, vnímáte ji správně jako 15 </w:t>
      </w:r>
      <w:proofErr w:type="spellStart"/>
      <w:r w:rsidRPr="008B7721">
        <w:rPr>
          <w:rFonts w:eastAsia="Calibri" w:cs="Times New Roman"/>
          <w:bCs/>
          <w:lang w:eastAsia="cs-CZ"/>
        </w:rPr>
        <w:t>kpl</w:t>
      </w:r>
      <w:proofErr w:type="spellEnd"/>
      <w:r w:rsidRPr="008B7721">
        <w:rPr>
          <w:rFonts w:eastAsia="Calibri" w:cs="Times New Roman"/>
          <w:bCs/>
          <w:lang w:eastAsia="cs-CZ"/>
        </w:rPr>
        <w:t xml:space="preserve"> dvojic žlab. </w:t>
      </w:r>
      <w:proofErr w:type="gramStart"/>
      <w:r w:rsidRPr="008B7721">
        <w:rPr>
          <w:rFonts w:eastAsia="Calibri" w:cs="Times New Roman"/>
          <w:bCs/>
          <w:lang w:eastAsia="cs-CZ"/>
        </w:rPr>
        <w:t>pražců</w:t>
      </w:r>
      <w:proofErr w:type="gramEnd"/>
      <w:r w:rsidRPr="008B7721">
        <w:rPr>
          <w:rFonts w:eastAsia="Calibri" w:cs="Times New Roman"/>
          <w:bCs/>
          <w:lang w:eastAsia="cs-CZ"/>
        </w:rPr>
        <w:t xml:space="preserve"> přírubových (</w:t>
      </w:r>
      <w:proofErr w:type="spellStart"/>
      <w:r w:rsidRPr="008B7721">
        <w:rPr>
          <w:rFonts w:eastAsia="Calibri" w:cs="Times New Roman"/>
          <w:bCs/>
          <w:lang w:eastAsia="cs-CZ"/>
        </w:rPr>
        <w:t>zlp</w:t>
      </w:r>
      <w:proofErr w:type="spellEnd"/>
      <w:r w:rsidRPr="008B7721">
        <w:rPr>
          <w:rFonts w:eastAsia="Calibri" w:cs="Times New Roman"/>
          <w:bCs/>
          <w:lang w:eastAsia="cs-CZ"/>
        </w:rPr>
        <w:t>) pro jednoduché výhybky a 4 ks žlabových pražců (</w:t>
      </w:r>
      <w:proofErr w:type="spellStart"/>
      <w:r w:rsidRPr="008B7721">
        <w:rPr>
          <w:rFonts w:eastAsia="Calibri" w:cs="Times New Roman"/>
          <w:bCs/>
          <w:lang w:eastAsia="cs-CZ"/>
        </w:rPr>
        <w:t>zl</w:t>
      </w:r>
      <w:proofErr w:type="spellEnd"/>
      <w:r w:rsidRPr="008B7721">
        <w:rPr>
          <w:rFonts w:eastAsia="Calibri" w:cs="Times New Roman"/>
          <w:bCs/>
          <w:lang w:eastAsia="cs-CZ"/>
        </w:rPr>
        <w:t>) pro křižovatkovou výhybku 10 a/b.</w:t>
      </w:r>
    </w:p>
    <w:p w14:paraId="6D98BCD3" w14:textId="3C979586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90DFB1" w14:textId="77777777" w:rsidR="001E47F0" w:rsidRDefault="001E47F0" w:rsidP="008B7721">
      <w:pPr>
        <w:spacing w:after="160" w:line="259" w:lineRule="auto"/>
        <w:contextualSpacing/>
        <w:rPr>
          <w:rFonts w:eastAsia="Calibri" w:cs="Times New Roman"/>
          <w:b/>
          <w:lang w:eastAsia="cs-CZ"/>
        </w:rPr>
      </w:pPr>
    </w:p>
    <w:p w14:paraId="2BE258A7" w14:textId="77777777" w:rsidR="008B7721" w:rsidRPr="008B7721" w:rsidRDefault="008B7721" w:rsidP="008B7721">
      <w:pPr>
        <w:spacing w:after="160" w:line="259" w:lineRule="auto"/>
        <w:contextualSpacing/>
        <w:rPr>
          <w:rFonts w:eastAsia="Calibri" w:cs="Times New Roman"/>
          <w:bCs/>
        </w:rPr>
      </w:pPr>
      <w:r w:rsidRPr="008B7721">
        <w:rPr>
          <w:rFonts w:eastAsia="Calibri" w:cs="Times New Roman"/>
          <w:b/>
          <w:lang w:eastAsia="cs-CZ"/>
        </w:rPr>
        <w:lastRenderedPageBreak/>
        <w:t>Dotaz č. 104:</w:t>
      </w:r>
    </w:p>
    <w:p w14:paraId="256FBFDC" w14:textId="77777777" w:rsidR="008B7721" w:rsidRPr="008B7721" w:rsidRDefault="008B7721" w:rsidP="008B7721">
      <w:pPr>
        <w:spacing w:after="160" w:line="259" w:lineRule="auto"/>
        <w:contextualSpacing/>
        <w:rPr>
          <w:rFonts w:eastAsia="Calibri" w:cs="Times New Roman"/>
          <w:bCs/>
        </w:rPr>
      </w:pPr>
      <w:r w:rsidRPr="008B7721">
        <w:rPr>
          <w:rFonts w:eastAsia="Calibri" w:cs="Times New Roman"/>
          <w:bCs/>
        </w:rPr>
        <w:t xml:space="preserve">SO 12-10-01 </w:t>
      </w:r>
      <w:proofErr w:type="spellStart"/>
      <w:r w:rsidRPr="008B7721">
        <w:rPr>
          <w:rFonts w:eastAsia="Calibri" w:cs="Times New Roman"/>
          <w:bCs/>
        </w:rPr>
        <w:t>Žst</w:t>
      </w:r>
      <w:proofErr w:type="spellEnd"/>
      <w:r w:rsidRPr="008B7721">
        <w:rPr>
          <w:rFonts w:eastAsia="Calibri" w:cs="Times New Roman"/>
          <w:bCs/>
        </w:rPr>
        <w:t xml:space="preserve">. Havířov, železniční svršek – V soupisu prací na položce č. 27-539327 ZVLÁŠTNÍ VYBAVENÍ VÝHYBEK, TEPELNĚ OPRACOVANÝ JAZYK S OPORNICÍ 49 E1 PRO TVAR 1:9-300 je chybná výměra 3 </w:t>
      </w:r>
      <w:proofErr w:type="spellStart"/>
      <w:r w:rsidRPr="008B7721">
        <w:rPr>
          <w:rFonts w:eastAsia="Calibri" w:cs="Times New Roman"/>
          <w:bCs/>
        </w:rPr>
        <w:t>kpl</w:t>
      </w:r>
      <w:proofErr w:type="spellEnd"/>
      <w:r w:rsidRPr="008B7721">
        <w:rPr>
          <w:rFonts w:eastAsia="Calibri" w:cs="Times New Roman"/>
          <w:bCs/>
        </w:rPr>
        <w:t xml:space="preserve">. Správná výměra je 5 </w:t>
      </w:r>
      <w:proofErr w:type="spellStart"/>
      <w:r w:rsidRPr="008B7721">
        <w:rPr>
          <w:rFonts w:eastAsia="Calibri" w:cs="Times New Roman"/>
          <w:bCs/>
        </w:rPr>
        <w:t>kpl</w:t>
      </w:r>
      <w:proofErr w:type="spellEnd"/>
      <w:r w:rsidRPr="008B7721">
        <w:rPr>
          <w:rFonts w:eastAsia="Calibri" w:cs="Times New Roman"/>
          <w:bCs/>
        </w:rPr>
        <w:t xml:space="preserve">. Výhybky č. 31 a 32 mají </w:t>
      </w:r>
      <w:proofErr w:type="spellStart"/>
      <w:r w:rsidRPr="008B7721">
        <w:rPr>
          <w:rFonts w:eastAsia="Calibri" w:cs="Times New Roman"/>
          <w:bCs/>
        </w:rPr>
        <w:t>perlitizaci</w:t>
      </w:r>
      <w:proofErr w:type="spellEnd"/>
      <w:r w:rsidRPr="008B7721">
        <w:rPr>
          <w:rFonts w:eastAsia="Calibri" w:cs="Times New Roman"/>
          <w:bCs/>
        </w:rPr>
        <w:t xml:space="preserve"> na celé výměně, tedy 2x2 + výhybka č. 33 1x1. Žádáme o opravu výměry položky č. 27 na 5 </w:t>
      </w:r>
      <w:proofErr w:type="spellStart"/>
      <w:r w:rsidRPr="008B7721">
        <w:rPr>
          <w:rFonts w:eastAsia="Calibri" w:cs="Times New Roman"/>
          <w:bCs/>
        </w:rPr>
        <w:t>kpl</w:t>
      </w:r>
      <w:proofErr w:type="spellEnd"/>
      <w:r w:rsidRPr="008B7721">
        <w:rPr>
          <w:rFonts w:eastAsia="Calibri" w:cs="Times New Roman"/>
          <w:bCs/>
        </w:rPr>
        <w:t>.</w:t>
      </w:r>
    </w:p>
    <w:p w14:paraId="4B200F72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FD6EEB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/>
          <w:lang w:eastAsia="cs-CZ"/>
        </w:rPr>
        <w:t xml:space="preserve">Odpověď: </w:t>
      </w:r>
    </w:p>
    <w:p w14:paraId="7A14555A" w14:textId="77777777" w:rsidR="00185C23" w:rsidRPr="00185C23" w:rsidRDefault="00185C23" w:rsidP="00185C23">
      <w:r w:rsidRPr="00185C23">
        <w:rPr>
          <w:lang w:eastAsia="cs-CZ"/>
        </w:rPr>
        <w:t>Chybějící úprava výhybky č. 31 byla doplněna v nové položce 78 – 539324 - ZVLÁŠTNÍ VYBAVENÍ VÝHYBEK, TEPELNĚ OPRACOVANÝ JAZYK S OPORNICÍ 49 E1 PRO TVAR 1:7,5-190 – 2,0 KPL</w:t>
      </w:r>
    </w:p>
    <w:p w14:paraId="1987DA21" w14:textId="77777777" w:rsidR="008B7721" w:rsidRPr="008B7721" w:rsidRDefault="008B7721" w:rsidP="008B7721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B7721">
        <w:rPr>
          <w:rFonts w:eastAsia="Times New Roman" w:cs="Times New Roman"/>
          <w:b/>
          <w:lang w:eastAsia="cs-CZ"/>
        </w:rPr>
        <w:t>Viz příloha:</w:t>
      </w:r>
    </w:p>
    <w:p w14:paraId="0BC7D25F" w14:textId="77777777" w:rsidR="008B7721" w:rsidRPr="008B7721" w:rsidRDefault="008B7721" w:rsidP="008B7721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8B7721">
        <w:rPr>
          <w:rFonts w:eastAsia="Times New Roman" w:cs="Times New Roman"/>
          <w:bCs/>
          <w:lang w:eastAsia="cs-CZ"/>
        </w:rPr>
        <w:t>XLS_OptimalizaceúsekuHaviřov-Haviřovstřed_20230322_zm06.xlsx</w:t>
      </w:r>
    </w:p>
    <w:p w14:paraId="0BDE4AB3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391B22" w14:textId="77777777" w:rsidR="008B7721" w:rsidRPr="008B7721" w:rsidRDefault="008B7721" w:rsidP="008B7721">
      <w:pPr>
        <w:spacing w:after="160" w:line="259" w:lineRule="auto"/>
        <w:contextualSpacing/>
        <w:rPr>
          <w:rFonts w:eastAsia="Calibri" w:cs="Times New Roman"/>
          <w:bCs/>
        </w:rPr>
      </w:pPr>
      <w:r w:rsidRPr="008B7721">
        <w:rPr>
          <w:rFonts w:eastAsia="Calibri" w:cs="Times New Roman"/>
          <w:b/>
          <w:lang w:eastAsia="cs-CZ"/>
        </w:rPr>
        <w:t>Dotaz č. 105:</w:t>
      </w:r>
    </w:p>
    <w:p w14:paraId="35D2E2C2" w14:textId="77777777" w:rsidR="008B7721" w:rsidRPr="008B7721" w:rsidRDefault="008B7721" w:rsidP="008B7721">
      <w:pPr>
        <w:spacing w:after="160" w:line="259" w:lineRule="auto"/>
        <w:contextualSpacing/>
        <w:rPr>
          <w:rFonts w:eastAsia="Calibri" w:cs="Times New Roman"/>
          <w:bCs/>
        </w:rPr>
      </w:pPr>
      <w:r w:rsidRPr="008B7721">
        <w:rPr>
          <w:rFonts w:eastAsia="Calibri" w:cs="Times New Roman"/>
          <w:bCs/>
        </w:rPr>
        <w:t xml:space="preserve">SO 12-10-01 </w:t>
      </w:r>
      <w:proofErr w:type="spellStart"/>
      <w:r w:rsidRPr="008B7721">
        <w:rPr>
          <w:rFonts w:eastAsia="Calibri" w:cs="Times New Roman"/>
          <w:bCs/>
        </w:rPr>
        <w:t>Žst</w:t>
      </w:r>
      <w:proofErr w:type="spellEnd"/>
      <w:r w:rsidRPr="008B7721">
        <w:rPr>
          <w:rFonts w:eastAsia="Calibri" w:cs="Times New Roman"/>
          <w:bCs/>
        </w:rPr>
        <w:t>. Havířov, železniční svršek – V soupisu prací na položce č. 32-539551 ZVLÁŠTNÍ VYBAVENÍ VÝHYBEK, PRODLOUŽENÍ KLUZNÉ STOLIČKY PRO SNÍMAČ POLOHY JAZYKŮ je chybná výměra 14 párů. Správná výměra je 18 párů. Výhybky č. 11, 16, 40 a 41 mají snímače na levé i pravé straně. Žádáme o opravu výměry položky č. 32 na 18 párů.</w:t>
      </w:r>
    </w:p>
    <w:p w14:paraId="76520C9B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4BA983C" w14:textId="77777777" w:rsidR="008B7721" w:rsidRPr="008B7721" w:rsidRDefault="008B7721" w:rsidP="008B7721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/>
          <w:lang w:eastAsia="cs-CZ"/>
        </w:rPr>
        <w:t xml:space="preserve">Odpověď: </w:t>
      </w:r>
    </w:p>
    <w:p w14:paraId="456F0E70" w14:textId="77777777" w:rsidR="008B7721" w:rsidRPr="008B7721" w:rsidRDefault="008B7721" w:rsidP="008B7721">
      <w:pPr>
        <w:keepNext/>
        <w:spacing w:after="0" w:line="240" w:lineRule="auto"/>
        <w:rPr>
          <w:rFonts w:eastAsia="Calibri" w:cs="Times New Roman"/>
          <w:bCs/>
          <w:lang w:eastAsia="cs-CZ"/>
        </w:rPr>
      </w:pPr>
      <w:r w:rsidRPr="008B7721">
        <w:rPr>
          <w:rFonts w:eastAsia="Calibri" w:cs="Times New Roman"/>
          <w:bCs/>
          <w:lang w:eastAsia="cs-CZ"/>
        </w:rPr>
        <w:t>Bylo opraveno (pol. č. 32 – 539551 - ZVLÁŠTNÍ VYBAVENÍ VÝHYBEK, PRODLOUŽENÍ KLUZNÉ STOLIČKY PRO SNÍMAČ POLOHY JAZYKŮ – 18,0 PÁR</w:t>
      </w:r>
    </w:p>
    <w:p w14:paraId="5089B3F5" w14:textId="77777777" w:rsidR="008B7721" w:rsidRPr="008B7721" w:rsidRDefault="008B7721" w:rsidP="008B7721">
      <w:pPr>
        <w:keepNext/>
        <w:spacing w:after="0" w:line="240" w:lineRule="auto"/>
        <w:rPr>
          <w:rFonts w:eastAsia="Calibri" w:cs="Times New Roman"/>
          <w:b/>
          <w:lang w:eastAsia="cs-CZ"/>
        </w:rPr>
      </w:pPr>
    </w:p>
    <w:p w14:paraId="4DC98C9A" w14:textId="77777777" w:rsidR="008B7721" w:rsidRPr="008B7721" w:rsidRDefault="008B7721" w:rsidP="008B7721">
      <w:pPr>
        <w:keepNext/>
        <w:spacing w:after="0" w:line="240" w:lineRule="auto"/>
        <w:rPr>
          <w:rFonts w:eastAsia="Times New Roman" w:cs="Times New Roman"/>
          <w:b/>
          <w:lang w:eastAsia="cs-CZ"/>
        </w:rPr>
      </w:pPr>
      <w:r w:rsidRPr="008B7721">
        <w:rPr>
          <w:rFonts w:eastAsia="Times New Roman" w:cs="Times New Roman"/>
          <w:b/>
          <w:lang w:eastAsia="cs-CZ"/>
        </w:rPr>
        <w:t>Viz příloha:</w:t>
      </w:r>
    </w:p>
    <w:p w14:paraId="4823DE8A" w14:textId="77777777" w:rsidR="008B7721" w:rsidRPr="008B7721" w:rsidRDefault="008B7721" w:rsidP="008B7721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8B7721">
        <w:rPr>
          <w:rFonts w:eastAsia="Times New Roman" w:cs="Times New Roman"/>
          <w:bCs/>
          <w:lang w:eastAsia="cs-CZ"/>
        </w:rPr>
        <w:t>XLS_OptimalizaceúsekuHaviřov-Haviřovstřed_20230322_zm06.xlsx</w:t>
      </w:r>
    </w:p>
    <w:p w14:paraId="231D31DF" w14:textId="581AD9EF" w:rsid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278F7A" w14:textId="77777777" w:rsidR="00FC3ACD" w:rsidRPr="008B7721" w:rsidRDefault="00FC3ACD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0EF468" w14:textId="77777777" w:rsidR="008B7721" w:rsidRPr="008B7721" w:rsidRDefault="008B7721" w:rsidP="008B7721">
      <w:pPr>
        <w:spacing w:after="160" w:line="259" w:lineRule="auto"/>
        <w:contextualSpacing/>
        <w:rPr>
          <w:rFonts w:eastAsia="Calibri" w:cs="Times New Roman"/>
          <w:bCs/>
        </w:rPr>
      </w:pPr>
      <w:r w:rsidRPr="008B7721">
        <w:rPr>
          <w:rFonts w:eastAsia="Calibri" w:cs="Times New Roman"/>
          <w:b/>
          <w:lang w:eastAsia="cs-CZ"/>
        </w:rPr>
        <w:t>Dotaz č. 106:</w:t>
      </w:r>
    </w:p>
    <w:p w14:paraId="02C2FCB2" w14:textId="77777777" w:rsidR="008B7721" w:rsidRPr="008B7721" w:rsidRDefault="008B7721" w:rsidP="008B7721">
      <w:pPr>
        <w:spacing w:after="160" w:line="259" w:lineRule="auto"/>
        <w:contextualSpacing/>
        <w:rPr>
          <w:rFonts w:eastAsia="Calibri" w:cs="Times New Roman"/>
          <w:bCs/>
        </w:rPr>
      </w:pPr>
      <w:r w:rsidRPr="008B7721">
        <w:rPr>
          <w:rFonts w:eastAsia="Calibri" w:cs="Times New Roman"/>
          <w:bCs/>
        </w:rPr>
        <w:t xml:space="preserve">SO 12-10-01 </w:t>
      </w:r>
      <w:proofErr w:type="spellStart"/>
      <w:r w:rsidRPr="008B7721">
        <w:rPr>
          <w:rFonts w:eastAsia="Calibri" w:cs="Times New Roman"/>
          <w:bCs/>
        </w:rPr>
        <w:t>Žst</w:t>
      </w:r>
      <w:proofErr w:type="spellEnd"/>
      <w:r w:rsidRPr="008B7721">
        <w:rPr>
          <w:rFonts w:eastAsia="Calibri" w:cs="Times New Roman"/>
          <w:bCs/>
        </w:rPr>
        <w:t>. Havířov, železniční svršek – V soupisu prací na položce č. 31-539540 ZVLÁŠTNÍ VYBAVENÍ VÝHYBEK, ČELISŤOVÝ ZÁVĚR je zřejmě chybná výměra 62 ks. Vychází nám celkem 59 ks včetně křižovatkové výhybky č. 10a/b a regenerovaných výhybek č. 18 a 25. Žádáme o kontrolu a opravu výměry položky č. 31.</w:t>
      </w:r>
    </w:p>
    <w:p w14:paraId="0D64F403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4F1C52C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/>
          <w:lang w:eastAsia="cs-CZ"/>
        </w:rPr>
        <w:t xml:space="preserve">Odpověď: </w:t>
      </w:r>
    </w:p>
    <w:p w14:paraId="7A260EA9" w14:textId="1EF42149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  <w:r w:rsidRPr="008B7721">
        <w:rPr>
          <w:rFonts w:eastAsia="Calibri" w:cs="Times New Roman"/>
          <w:bCs/>
          <w:lang w:eastAsia="cs-CZ"/>
        </w:rPr>
        <w:t xml:space="preserve">V reakci na dotaz č. 68 byl počet ČZ upraven na 60 ks (u regenerovaných výhybek ponechán HZ). Nyní opětovně byla položka kontrolována a souhlasí. </w:t>
      </w:r>
      <w:r w:rsidR="0069737A">
        <w:rPr>
          <w:rFonts w:eastAsia="Calibri" w:cs="Times New Roman"/>
          <w:bCs/>
          <w:lang w:eastAsia="cs-CZ"/>
        </w:rPr>
        <w:t xml:space="preserve">Uváděný </w:t>
      </w:r>
      <w:proofErr w:type="gramStart"/>
      <w:r w:rsidR="0069737A">
        <w:rPr>
          <w:rFonts w:eastAsia="Calibri" w:cs="Times New Roman"/>
          <w:bCs/>
          <w:lang w:eastAsia="cs-CZ"/>
        </w:rPr>
        <w:t xml:space="preserve">rozdíl </w:t>
      </w:r>
      <w:r w:rsidR="005015F8">
        <w:rPr>
          <w:rFonts w:eastAsia="Calibri" w:cs="Times New Roman"/>
          <w:bCs/>
          <w:lang w:eastAsia="cs-CZ"/>
        </w:rPr>
        <w:t xml:space="preserve"> </w:t>
      </w:r>
      <w:r w:rsidRPr="008B7721">
        <w:rPr>
          <w:rFonts w:eastAsia="Calibri" w:cs="Times New Roman"/>
          <w:bCs/>
          <w:lang w:eastAsia="cs-CZ"/>
        </w:rPr>
        <w:t>3 ks</w:t>
      </w:r>
      <w:proofErr w:type="gramEnd"/>
      <w:r w:rsidRPr="008B7721">
        <w:rPr>
          <w:rFonts w:eastAsia="Calibri" w:cs="Times New Roman"/>
          <w:bCs/>
          <w:lang w:eastAsia="cs-CZ"/>
        </w:rPr>
        <w:t xml:space="preserve">, </w:t>
      </w:r>
      <w:r w:rsidR="0069737A">
        <w:rPr>
          <w:rFonts w:eastAsia="Calibri" w:cs="Times New Roman"/>
          <w:bCs/>
          <w:lang w:eastAsia="cs-CZ"/>
        </w:rPr>
        <w:t xml:space="preserve">zřejmě souvisí s možným přehlédnutím </w:t>
      </w:r>
      <w:r w:rsidRPr="008B7721">
        <w:rPr>
          <w:rFonts w:eastAsia="Calibri" w:cs="Times New Roman"/>
          <w:bCs/>
          <w:lang w:eastAsia="cs-CZ"/>
        </w:rPr>
        <w:t>dvojic</w:t>
      </w:r>
      <w:r w:rsidR="0069737A">
        <w:rPr>
          <w:rFonts w:eastAsia="Calibri" w:cs="Times New Roman"/>
          <w:bCs/>
          <w:lang w:eastAsia="cs-CZ"/>
        </w:rPr>
        <w:t>e</w:t>
      </w:r>
      <w:r w:rsidRPr="008B7721">
        <w:rPr>
          <w:rFonts w:eastAsia="Calibri" w:cs="Times New Roman"/>
          <w:bCs/>
          <w:lang w:eastAsia="cs-CZ"/>
        </w:rPr>
        <w:t xml:space="preserve"> závěrů u J49 1:12-500.</w:t>
      </w:r>
    </w:p>
    <w:p w14:paraId="210D55F8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937285B" w14:textId="77777777" w:rsidR="00BD5319" w:rsidRPr="008B7721" w:rsidRDefault="00BD5319" w:rsidP="004E4F2F">
      <w:pPr>
        <w:spacing w:after="0" w:line="240" w:lineRule="auto"/>
        <w:rPr>
          <w:rFonts w:eastAsia="Times New Roman" w:cs="Times New Roman"/>
          <w:lang w:eastAsia="cs-CZ"/>
        </w:rPr>
      </w:pPr>
      <w:r w:rsidRPr="008B7721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8B7721">
        <w:rPr>
          <w:rFonts w:eastAsia="Times New Roman" w:cs="Times New Roman"/>
          <w:b/>
          <w:lang w:eastAsia="cs-CZ"/>
        </w:rPr>
        <w:t>změny/doplnění zadávací dokumentace</w:t>
      </w:r>
      <w:r w:rsidRPr="008B7721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8B7721">
        <w:rPr>
          <w:rFonts w:eastAsia="Times New Roman" w:cs="Times New Roman"/>
          <w:lang w:eastAsia="cs-CZ"/>
        </w:rPr>
        <w:t>ust</w:t>
      </w:r>
      <w:proofErr w:type="spellEnd"/>
      <w:r w:rsidRPr="008B7721">
        <w:rPr>
          <w:rFonts w:eastAsia="Times New Roman" w:cs="Times New Roman"/>
          <w:lang w:eastAsia="cs-CZ"/>
        </w:rPr>
        <w:t>. § 99 odst. 2 ZZVZ a prodlužuje lhůtu pro podání nabídek</w:t>
      </w:r>
      <w:r w:rsidR="003905B7" w:rsidRPr="008B7721">
        <w:rPr>
          <w:rFonts w:eastAsia="Times New Roman" w:cs="Times New Roman"/>
          <w:lang w:eastAsia="cs-CZ"/>
        </w:rPr>
        <w:t xml:space="preserve"> o jeden pracovní den</w:t>
      </w:r>
      <w:r w:rsidR="008B7721" w:rsidRPr="008B7721">
        <w:rPr>
          <w:rFonts w:eastAsia="Times New Roman" w:cs="Times New Roman"/>
          <w:lang w:eastAsia="cs-CZ"/>
        </w:rPr>
        <w:t>,</w:t>
      </w:r>
      <w:r w:rsidR="003905B7" w:rsidRPr="008B7721">
        <w:rPr>
          <w:rFonts w:eastAsia="Times New Roman" w:cs="Times New Roman"/>
          <w:lang w:eastAsia="cs-CZ"/>
        </w:rPr>
        <w:t xml:space="preserve"> </w:t>
      </w:r>
      <w:r w:rsidRPr="008B7721">
        <w:rPr>
          <w:rFonts w:eastAsia="Times New Roman" w:cs="Times New Roman"/>
          <w:lang w:eastAsia="cs-CZ"/>
        </w:rPr>
        <w:t xml:space="preserve">ze dne </w:t>
      </w:r>
      <w:r w:rsidR="008B7721" w:rsidRPr="008B7721">
        <w:rPr>
          <w:rFonts w:eastAsia="Times New Roman" w:cs="Times New Roman"/>
          <w:lang w:eastAsia="cs-CZ"/>
        </w:rPr>
        <w:t>12</w:t>
      </w:r>
      <w:r w:rsidR="007C7568" w:rsidRPr="008B7721">
        <w:rPr>
          <w:rFonts w:eastAsia="Times New Roman" w:cs="Times New Roman"/>
          <w:lang w:eastAsia="cs-CZ"/>
        </w:rPr>
        <w:t>. 5</w:t>
      </w:r>
      <w:r w:rsidR="004E4F2F" w:rsidRPr="008B7721">
        <w:rPr>
          <w:rFonts w:eastAsia="Times New Roman" w:cs="Times New Roman"/>
          <w:lang w:eastAsia="cs-CZ"/>
        </w:rPr>
        <w:t xml:space="preserve">. 2023 </w:t>
      </w:r>
      <w:r w:rsidRPr="008B7721">
        <w:rPr>
          <w:rFonts w:eastAsia="Times New Roman" w:cs="Times New Roman"/>
          <w:lang w:eastAsia="cs-CZ"/>
        </w:rPr>
        <w:t xml:space="preserve">na den </w:t>
      </w:r>
      <w:r w:rsidR="008B7721" w:rsidRPr="008B7721">
        <w:rPr>
          <w:rFonts w:eastAsia="Times New Roman" w:cs="Times New Roman"/>
          <w:lang w:eastAsia="cs-CZ"/>
        </w:rPr>
        <w:t>15</w:t>
      </w:r>
      <w:r w:rsidR="004E4F2F" w:rsidRPr="008B7721">
        <w:rPr>
          <w:rFonts w:eastAsia="Times New Roman" w:cs="Times New Roman"/>
          <w:lang w:eastAsia="cs-CZ"/>
        </w:rPr>
        <w:t>. 5. 2023</w:t>
      </w:r>
      <w:r w:rsidRPr="008B7721">
        <w:rPr>
          <w:rFonts w:eastAsia="Times New Roman" w:cs="Times New Roman"/>
          <w:lang w:eastAsia="cs-CZ"/>
        </w:rPr>
        <w:t>.</w:t>
      </w:r>
    </w:p>
    <w:p w14:paraId="1413F923" w14:textId="77777777" w:rsidR="00BD5319" w:rsidRPr="008B7721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D497187" w14:textId="77777777" w:rsidR="00BD5319" w:rsidRPr="008B7721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B7721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8B7721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8B7721">
        <w:rPr>
          <w:rFonts w:eastAsia="Times New Roman" w:cs="Times New Roman"/>
          <w:lang w:eastAsia="cs-CZ"/>
        </w:rPr>
        <w:t xml:space="preserve"> (evidenční č. VZ </w:t>
      </w:r>
      <w:r w:rsidR="004E4F2F" w:rsidRPr="008B7721">
        <w:rPr>
          <w:rFonts w:eastAsia="Times New Roman" w:cs="Times New Roman"/>
          <w:lang w:eastAsia="cs-CZ"/>
        </w:rPr>
        <w:t>Z2023-012522</w:t>
      </w:r>
      <w:r w:rsidRPr="008B7721">
        <w:rPr>
          <w:rFonts w:eastAsia="Times New Roman" w:cs="Times New Roman"/>
          <w:lang w:eastAsia="cs-CZ"/>
        </w:rPr>
        <w:t>). Změny se týkají těchto ustanovení:</w:t>
      </w:r>
    </w:p>
    <w:p w14:paraId="659542A0" w14:textId="77777777" w:rsidR="00BD5319" w:rsidRPr="008B7721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A29D442" w14:textId="77777777" w:rsidR="00BD5319" w:rsidRPr="008B7721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B7721">
        <w:rPr>
          <w:rFonts w:eastAsia="Times New Roman" w:cs="Times New Roman"/>
          <w:b/>
          <w:lang w:eastAsia="cs-CZ"/>
        </w:rPr>
        <w:t xml:space="preserve">Oddíl IV. 2.2): </w:t>
      </w:r>
    </w:p>
    <w:p w14:paraId="21C0C38B" w14:textId="77777777" w:rsidR="00BD5319" w:rsidRPr="008B7721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B7721">
        <w:rPr>
          <w:rFonts w:eastAsia="Times New Roman" w:cs="Times New Roman"/>
          <w:lang w:eastAsia="cs-CZ"/>
        </w:rPr>
        <w:t xml:space="preserve">rušíme datum </w:t>
      </w:r>
      <w:r w:rsidR="004E4F2F" w:rsidRPr="008B7721">
        <w:rPr>
          <w:rFonts w:eastAsia="Times New Roman" w:cs="Times New Roman"/>
          <w:lang w:eastAsia="cs-CZ"/>
        </w:rPr>
        <w:t>28. 4. 2023</w:t>
      </w:r>
      <w:r w:rsidRPr="008B7721">
        <w:rPr>
          <w:rFonts w:eastAsia="Times New Roman" w:cs="Times New Roman"/>
          <w:lang w:eastAsia="cs-CZ"/>
        </w:rPr>
        <w:t xml:space="preserve"> v 10:00 hod. a nahrazujeme datem </w:t>
      </w:r>
      <w:r w:rsidR="008B7721" w:rsidRPr="008B7721">
        <w:rPr>
          <w:rFonts w:eastAsia="Times New Roman" w:cs="Times New Roman"/>
          <w:lang w:eastAsia="cs-CZ"/>
        </w:rPr>
        <w:t>15</w:t>
      </w:r>
      <w:r w:rsidR="004E4F2F" w:rsidRPr="008B7721">
        <w:rPr>
          <w:rFonts w:eastAsia="Times New Roman" w:cs="Times New Roman"/>
          <w:lang w:eastAsia="cs-CZ"/>
        </w:rPr>
        <w:t>. 5. 2023</w:t>
      </w:r>
      <w:r w:rsidRPr="008B7721">
        <w:rPr>
          <w:rFonts w:eastAsia="Times New Roman" w:cs="Times New Roman"/>
          <w:lang w:eastAsia="cs-CZ"/>
        </w:rPr>
        <w:t xml:space="preserve"> v 10:00 hod.,</w:t>
      </w:r>
      <w:r w:rsidRPr="008B7721">
        <w:rPr>
          <w:rFonts w:eastAsia="Times New Roman" w:cs="Times New Roman"/>
          <w:b/>
          <w:lang w:eastAsia="cs-CZ"/>
        </w:rPr>
        <w:t xml:space="preserve"> </w:t>
      </w:r>
    </w:p>
    <w:p w14:paraId="7B1A5D9F" w14:textId="77777777" w:rsidR="00BD5319" w:rsidRPr="008B7721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B7721">
        <w:rPr>
          <w:rFonts w:eastAsia="Times New Roman" w:cs="Times New Roman"/>
          <w:b/>
          <w:lang w:eastAsia="cs-CZ"/>
        </w:rPr>
        <w:t xml:space="preserve">Oddíl IV. 2.7): </w:t>
      </w:r>
    </w:p>
    <w:p w14:paraId="3D868A75" w14:textId="77777777" w:rsidR="00BD5319" w:rsidRPr="008B7721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B7721">
        <w:rPr>
          <w:rFonts w:eastAsia="Times New Roman" w:cs="Times New Roman"/>
          <w:lang w:eastAsia="cs-CZ"/>
        </w:rPr>
        <w:t xml:space="preserve">rušíme datum </w:t>
      </w:r>
      <w:r w:rsidR="004E4F2F" w:rsidRPr="008B7721">
        <w:rPr>
          <w:rFonts w:eastAsia="Times New Roman" w:cs="Times New Roman"/>
          <w:lang w:eastAsia="cs-CZ"/>
        </w:rPr>
        <w:t>28. 4. 2023</w:t>
      </w:r>
      <w:r w:rsidR="000B3A82" w:rsidRPr="008B7721">
        <w:rPr>
          <w:rFonts w:eastAsia="Times New Roman" w:cs="Times New Roman"/>
          <w:lang w:eastAsia="cs-CZ"/>
        </w:rPr>
        <w:t xml:space="preserve"> v 10:00</w:t>
      </w:r>
      <w:r w:rsidRPr="008B7721">
        <w:rPr>
          <w:rFonts w:eastAsia="Times New Roman" w:cs="Times New Roman"/>
          <w:lang w:eastAsia="cs-CZ"/>
        </w:rPr>
        <w:t xml:space="preserve"> hod. a nahrazujeme datem </w:t>
      </w:r>
      <w:r w:rsidR="008B7721" w:rsidRPr="008B7721">
        <w:rPr>
          <w:rFonts w:eastAsia="Times New Roman" w:cs="Times New Roman"/>
          <w:lang w:eastAsia="cs-CZ"/>
        </w:rPr>
        <w:t>15</w:t>
      </w:r>
      <w:r w:rsidR="004E4F2F" w:rsidRPr="008B7721">
        <w:rPr>
          <w:rFonts w:eastAsia="Times New Roman" w:cs="Times New Roman"/>
          <w:lang w:eastAsia="cs-CZ"/>
        </w:rPr>
        <w:t>. 5. 2023</w:t>
      </w:r>
      <w:r w:rsidR="000B3A82" w:rsidRPr="008B7721">
        <w:rPr>
          <w:rFonts w:eastAsia="Times New Roman" w:cs="Times New Roman"/>
          <w:lang w:eastAsia="cs-CZ"/>
        </w:rPr>
        <w:t xml:space="preserve"> v 10:00</w:t>
      </w:r>
      <w:r w:rsidRPr="008B7721">
        <w:rPr>
          <w:rFonts w:eastAsia="Times New Roman" w:cs="Times New Roman"/>
          <w:lang w:eastAsia="cs-CZ"/>
        </w:rPr>
        <w:t xml:space="preserve"> hod.</w:t>
      </w:r>
    </w:p>
    <w:p w14:paraId="6D7A8158" w14:textId="77777777" w:rsidR="00BD5319" w:rsidRPr="008B7721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0FC0FAD1" w14:textId="77777777" w:rsidR="00BD5319" w:rsidRPr="008B7721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8B772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8B7721">
          <w:rPr>
            <w:rFonts w:eastAsia="Calibri" w:cs="Times New Roman"/>
            <w:u w:val="single"/>
            <w:lang w:eastAsia="cs-CZ"/>
          </w:rPr>
          <w:t>https://zakazky.</w:t>
        </w:r>
        <w:r w:rsidR="005A5F24" w:rsidRPr="008B7721">
          <w:rPr>
            <w:rFonts w:eastAsia="Calibri" w:cs="Times New Roman"/>
            <w:u w:val="single"/>
            <w:lang w:eastAsia="cs-CZ"/>
          </w:rPr>
          <w:t>spravazeleznic</w:t>
        </w:r>
        <w:r w:rsidRPr="008B7721">
          <w:rPr>
            <w:rFonts w:eastAsia="Calibri" w:cs="Times New Roman"/>
            <w:u w:val="single"/>
            <w:lang w:eastAsia="cs-CZ"/>
          </w:rPr>
          <w:t>.cz/</w:t>
        </w:r>
      </w:hyperlink>
      <w:r w:rsidRPr="008B7721">
        <w:rPr>
          <w:rFonts w:eastAsia="Calibri" w:cs="Times New Roman"/>
          <w:u w:val="single"/>
          <w:lang w:eastAsia="cs-CZ"/>
        </w:rPr>
        <w:t>.</w:t>
      </w:r>
    </w:p>
    <w:p w14:paraId="7962E27D" w14:textId="77777777" w:rsidR="00BD5319" w:rsidRPr="00DC0E24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4280245" w14:textId="77777777" w:rsidR="00FC3ACD" w:rsidRDefault="00FC3ACD" w:rsidP="008B772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518CE5E" w14:textId="77777777" w:rsidR="00FC3ACD" w:rsidRDefault="00FC3ACD" w:rsidP="008B772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1346D7F" w14:textId="77777777" w:rsidR="00FC3ACD" w:rsidRDefault="00FC3ACD" w:rsidP="008B772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BAD5F8B" w14:textId="77777777" w:rsidR="00FC3ACD" w:rsidRDefault="00FC3ACD" w:rsidP="008B772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C8010BC" w14:textId="77777777" w:rsidR="00FC3ACD" w:rsidRDefault="00FC3ACD" w:rsidP="008B772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275C723" w14:textId="77777777" w:rsidR="00FC3ACD" w:rsidRDefault="00FC3ACD" w:rsidP="008B772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197C8F3" w14:textId="1E4259A5" w:rsidR="008B7721" w:rsidRPr="008B7721" w:rsidRDefault="008B7721" w:rsidP="008B772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B7721">
        <w:rPr>
          <w:rFonts w:eastAsia="Calibri" w:cs="Times New Roman"/>
          <w:b/>
          <w:bCs/>
          <w:lang w:eastAsia="cs-CZ"/>
        </w:rPr>
        <w:lastRenderedPageBreak/>
        <w:t>Přílohy:</w:t>
      </w:r>
    </w:p>
    <w:p w14:paraId="1704EFB7" w14:textId="77777777" w:rsidR="008B7721" w:rsidRPr="008B7721" w:rsidRDefault="008B7721" w:rsidP="008B7721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8B7721">
        <w:rPr>
          <w:rFonts w:eastAsia="Times New Roman" w:cs="Times New Roman"/>
          <w:bCs/>
          <w:lang w:eastAsia="cs-CZ"/>
        </w:rPr>
        <w:t>XLS_OptimalizaceúsekuHaviřov-Haviřovstřed_20230322_zm06.xlsx</w:t>
      </w:r>
    </w:p>
    <w:p w14:paraId="336D065D" w14:textId="77777777" w:rsidR="008B7721" w:rsidRPr="008B7721" w:rsidRDefault="008B7721" w:rsidP="008B7721">
      <w:pPr>
        <w:spacing w:after="0" w:line="240" w:lineRule="auto"/>
        <w:rPr>
          <w:rFonts w:eastAsia="Calibri" w:cs="Times New Roman"/>
          <w:bCs/>
          <w:lang w:eastAsia="cs-CZ"/>
        </w:rPr>
      </w:pPr>
      <w:r w:rsidRPr="008B7721">
        <w:rPr>
          <w:rFonts w:eastAsia="Times New Roman" w:cs="Times New Roman"/>
          <w:lang w:eastAsia="cs-CZ"/>
        </w:rPr>
        <w:t>XDC_OptimalizaceúsekuHaviřov-Haviřovstřed_20230322_zm06.xml</w:t>
      </w:r>
    </w:p>
    <w:p w14:paraId="7899F12D" w14:textId="77777777" w:rsidR="008B7721" w:rsidRPr="008B7721" w:rsidRDefault="008B7721" w:rsidP="008B7721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8B7721">
        <w:rPr>
          <w:rFonts w:eastAsia="Times New Roman" w:cs="Times New Roman"/>
          <w:bCs/>
          <w:lang w:eastAsia="cs-CZ"/>
        </w:rPr>
        <w:t>B_8_3_002_Hmg.pdf</w:t>
      </w:r>
    </w:p>
    <w:p w14:paraId="44C651EB" w14:textId="77777777" w:rsidR="008B7721" w:rsidRPr="008B7721" w:rsidRDefault="008B7721" w:rsidP="008B7721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8B7721">
        <w:rPr>
          <w:rFonts w:eastAsia="Times New Roman" w:cs="Times New Roman"/>
          <w:bCs/>
          <w:lang w:eastAsia="cs-CZ"/>
        </w:rPr>
        <w:t>D_2_1_1_SK120002_000_desky.pdf</w:t>
      </w:r>
    </w:p>
    <w:p w14:paraId="074186E8" w14:textId="77777777" w:rsidR="008B7721" w:rsidRPr="008B7721" w:rsidRDefault="008B7721" w:rsidP="008B7721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8B7721">
        <w:rPr>
          <w:rFonts w:eastAsia="Times New Roman" w:cs="Times New Roman"/>
          <w:bCs/>
          <w:lang w:eastAsia="cs-CZ"/>
        </w:rPr>
        <w:t>D_2_1_1_SK120002_000_sezpril.pdf</w:t>
      </w:r>
    </w:p>
    <w:p w14:paraId="77E12049" w14:textId="77777777" w:rsidR="008B7721" w:rsidRPr="008B7721" w:rsidRDefault="008B7721" w:rsidP="008B7721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8B7721">
        <w:rPr>
          <w:rFonts w:eastAsia="Times New Roman" w:cs="Times New Roman"/>
          <w:bCs/>
          <w:lang w:eastAsia="cs-CZ"/>
        </w:rPr>
        <w:t>D_2_1_1_SK120002_1_001_TZ.pdf</w:t>
      </w:r>
    </w:p>
    <w:p w14:paraId="12A07E98" w14:textId="77777777" w:rsidR="005C5763" w:rsidRPr="00F01135" w:rsidRDefault="005C5763" w:rsidP="005C576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253A40" w14:textId="77777777" w:rsidR="00656469" w:rsidRDefault="006564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9388975" w14:textId="5E7411B4" w:rsidR="006D1722" w:rsidRDefault="006D172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8FE3008" w14:textId="77777777" w:rsidR="00943AA0" w:rsidRDefault="00943AA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8E9D1FF" w14:textId="2495156B" w:rsidR="00656469" w:rsidRDefault="0065646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6635CE7" w14:textId="77777777" w:rsidR="00FC3ACD" w:rsidRPr="00FC3ACD" w:rsidRDefault="00FC3ACD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29F9A7" w14:textId="77777777" w:rsidR="004E4F2F" w:rsidRPr="00FC3ACD" w:rsidRDefault="004E4F2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5B6996" w14:textId="77777777" w:rsidR="003905B7" w:rsidRPr="00FC3ACD" w:rsidRDefault="003905B7" w:rsidP="003905B7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C3ACD">
        <w:rPr>
          <w:rFonts w:eastAsia="Calibri" w:cs="Times New Roman"/>
          <w:b/>
          <w:bCs/>
          <w:lang w:eastAsia="cs-CZ"/>
        </w:rPr>
        <w:t>Ing. Karel Švejda, MBA</w:t>
      </w:r>
    </w:p>
    <w:p w14:paraId="73EE8B3C" w14:textId="77777777" w:rsidR="003905B7" w:rsidRPr="00FC3ACD" w:rsidRDefault="003905B7" w:rsidP="003905B7">
      <w:pPr>
        <w:spacing w:after="0" w:line="240" w:lineRule="auto"/>
        <w:rPr>
          <w:rFonts w:eastAsia="Calibri" w:cs="Times New Roman"/>
          <w:lang w:eastAsia="cs-CZ"/>
        </w:rPr>
      </w:pPr>
      <w:r w:rsidRPr="00FC3ACD">
        <w:rPr>
          <w:rFonts w:eastAsia="Calibri" w:cs="Times New Roman"/>
          <w:lang w:eastAsia="cs-CZ"/>
        </w:rPr>
        <w:t>ředitel odboru investičního</w:t>
      </w:r>
    </w:p>
    <w:p w14:paraId="216084A5" w14:textId="77777777" w:rsidR="003905B7" w:rsidRPr="00FC3ACD" w:rsidRDefault="003905B7" w:rsidP="003905B7">
      <w:pPr>
        <w:spacing w:after="0" w:line="240" w:lineRule="auto"/>
        <w:rPr>
          <w:rFonts w:eastAsia="Calibri" w:cs="Times New Roman"/>
          <w:lang w:eastAsia="cs-CZ"/>
        </w:rPr>
      </w:pPr>
      <w:r w:rsidRPr="00FC3ACD">
        <w:rPr>
          <w:rFonts w:eastAsia="Calibri" w:cs="Times New Roman"/>
          <w:lang w:eastAsia="cs-CZ"/>
        </w:rPr>
        <w:t>na základě „Pověření“ č. 2449</w:t>
      </w:r>
    </w:p>
    <w:p w14:paraId="0ECD6D8F" w14:textId="77777777" w:rsidR="003905B7" w:rsidRPr="00FC3ACD" w:rsidRDefault="003905B7" w:rsidP="003905B7">
      <w:pPr>
        <w:spacing w:after="0" w:line="240" w:lineRule="auto"/>
        <w:rPr>
          <w:rFonts w:eastAsia="Calibri" w:cs="Times New Roman"/>
          <w:lang w:eastAsia="cs-CZ"/>
        </w:rPr>
      </w:pPr>
      <w:r w:rsidRPr="00FC3ACD">
        <w:rPr>
          <w:rFonts w:eastAsia="Calibri" w:cs="Times New Roman"/>
          <w:lang w:eastAsia="cs-CZ"/>
        </w:rPr>
        <w:t>ze dne 11. 5. 2018</w:t>
      </w:r>
    </w:p>
    <w:p w14:paraId="79F0C297" w14:textId="77777777" w:rsidR="003905B7" w:rsidRPr="00BD5319" w:rsidRDefault="003905B7" w:rsidP="003905B7">
      <w:pPr>
        <w:spacing w:after="0" w:line="240" w:lineRule="auto"/>
        <w:rPr>
          <w:rFonts w:eastAsia="Calibri" w:cs="Times New Roman"/>
          <w:lang w:eastAsia="cs-CZ"/>
        </w:rPr>
      </w:pPr>
      <w:r w:rsidRPr="00FC3ACD">
        <w:rPr>
          <w:rFonts w:eastAsia="Calibri" w:cs="Times New Roman"/>
          <w:lang w:eastAsia="cs-CZ"/>
        </w:rPr>
        <w:t>Správa železnic, státní organizace</w:t>
      </w:r>
      <w:bookmarkStart w:id="2" w:name="_GoBack"/>
      <w:bookmarkEnd w:id="2"/>
    </w:p>
    <w:p w14:paraId="24660B2D" w14:textId="77777777" w:rsidR="00CB7B5A" w:rsidRPr="00CB7B5A" w:rsidRDefault="00CB7B5A" w:rsidP="007A194B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606B2" w14:textId="77777777" w:rsidR="00D15ADE" w:rsidRDefault="00D15ADE" w:rsidP="00962258">
      <w:pPr>
        <w:spacing w:after="0" w:line="240" w:lineRule="auto"/>
      </w:pPr>
      <w:r>
        <w:separator/>
      </w:r>
    </w:p>
  </w:endnote>
  <w:endnote w:type="continuationSeparator" w:id="0">
    <w:p w14:paraId="2479C582" w14:textId="77777777" w:rsidR="00D15ADE" w:rsidRDefault="00D15AD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5769E" w14:paraId="5D321F2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F16E96B" w14:textId="0D450D87" w:rsidR="0025769E" w:rsidRPr="00B8518B" w:rsidRDefault="0025769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3AC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3AC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0574D5" w14:textId="77777777" w:rsidR="0025769E" w:rsidRDefault="0025769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5FC360" w14:textId="77777777" w:rsidR="0025769E" w:rsidRDefault="0025769E" w:rsidP="00B8518B">
          <w:pPr>
            <w:pStyle w:val="Zpat"/>
          </w:pPr>
        </w:p>
      </w:tc>
      <w:tc>
        <w:tcPr>
          <w:tcW w:w="2921" w:type="dxa"/>
        </w:tcPr>
        <w:p w14:paraId="75D73C52" w14:textId="77777777" w:rsidR="0025769E" w:rsidRDefault="0025769E" w:rsidP="00D831A3">
          <w:pPr>
            <w:pStyle w:val="Zpat"/>
          </w:pPr>
        </w:p>
      </w:tc>
    </w:tr>
  </w:tbl>
  <w:p w14:paraId="66E1333E" w14:textId="77777777" w:rsidR="0025769E" w:rsidRPr="00B8518B" w:rsidRDefault="0025769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9E1175D" wp14:editId="0B4A27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8F9FD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6CD9B67" wp14:editId="08CF7E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2931A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5769E" w14:paraId="7817D54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0B92818" w14:textId="7B897F86" w:rsidR="0025769E" w:rsidRPr="00B8518B" w:rsidRDefault="0025769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3AC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3AC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43F469" w14:textId="77777777" w:rsidR="0025769E" w:rsidRDefault="0025769E" w:rsidP="000A4CC5">
          <w:pPr>
            <w:pStyle w:val="Zpat"/>
          </w:pPr>
          <w:r>
            <w:t>Správa železnic, státní organizace</w:t>
          </w:r>
        </w:p>
        <w:p w14:paraId="4C045C3A" w14:textId="77777777" w:rsidR="0025769E" w:rsidRDefault="0025769E" w:rsidP="000A4CC5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52EF1E" w14:textId="77777777" w:rsidR="0025769E" w:rsidRDefault="0025769E" w:rsidP="000A4CC5">
          <w:pPr>
            <w:pStyle w:val="Zpat"/>
          </w:pPr>
          <w:r>
            <w:t>Sídlo: Dlážděná 1003/7, 110 00 Praha 1</w:t>
          </w:r>
        </w:p>
        <w:p w14:paraId="2EAC27C5" w14:textId="77777777" w:rsidR="0025769E" w:rsidRDefault="0025769E" w:rsidP="000A4CC5">
          <w:pPr>
            <w:pStyle w:val="Zpat"/>
          </w:pPr>
          <w:r>
            <w:t>IČO: 709 94 234 DIČ: CZ 709 94 234</w:t>
          </w:r>
        </w:p>
        <w:p w14:paraId="1D7E6A30" w14:textId="77777777" w:rsidR="0025769E" w:rsidRDefault="0025769E" w:rsidP="000A4CC5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5BC8111" w14:textId="77777777" w:rsidR="0025769E" w:rsidRPr="00D84AC6" w:rsidRDefault="0025769E" w:rsidP="000A4CC5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BB0238B" w14:textId="77777777" w:rsidR="0025769E" w:rsidRPr="00D84AC6" w:rsidRDefault="0025769E" w:rsidP="000A4CC5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2F507871" w14:textId="77777777" w:rsidR="0025769E" w:rsidRPr="00D84AC6" w:rsidRDefault="0025769E" w:rsidP="000A4CC5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D296516" w14:textId="77777777" w:rsidR="0025769E" w:rsidRDefault="0025769E" w:rsidP="000A4CC5">
          <w:pPr>
            <w:pStyle w:val="Zpat"/>
          </w:pPr>
        </w:p>
      </w:tc>
    </w:tr>
  </w:tbl>
  <w:p w14:paraId="455D1DC4" w14:textId="77777777" w:rsidR="0025769E" w:rsidRPr="00B8518B" w:rsidRDefault="0025769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5225EF7" wp14:editId="32A202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CC783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C4D4B44" wp14:editId="0C4D2DD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E6E26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04BCB7C" w14:textId="77777777" w:rsidR="0025769E" w:rsidRPr="00460660" w:rsidRDefault="0025769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FA555" w14:textId="77777777" w:rsidR="00D15ADE" w:rsidRDefault="00D15ADE" w:rsidP="00962258">
      <w:pPr>
        <w:spacing w:after="0" w:line="240" w:lineRule="auto"/>
      </w:pPr>
      <w:r>
        <w:separator/>
      </w:r>
    </w:p>
  </w:footnote>
  <w:footnote w:type="continuationSeparator" w:id="0">
    <w:p w14:paraId="5306D83C" w14:textId="77777777" w:rsidR="00D15ADE" w:rsidRDefault="00D15AD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5769E" w14:paraId="5EBCFBC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FBA147F" w14:textId="77777777" w:rsidR="0025769E" w:rsidRPr="00B8518B" w:rsidRDefault="0025769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B13137" w14:textId="77777777" w:rsidR="0025769E" w:rsidRDefault="0025769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B9E619" w14:textId="77777777" w:rsidR="0025769E" w:rsidRPr="00D6163D" w:rsidRDefault="0025769E" w:rsidP="00D6163D">
          <w:pPr>
            <w:pStyle w:val="Druhdokumentu"/>
          </w:pPr>
        </w:p>
      </w:tc>
    </w:tr>
  </w:tbl>
  <w:p w14:paraId="131347E7" w14:textId="77777777" w:rsidR="0025769E" w:rsidRPr="00D6163D" w:rsidRDefault="0025769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5769E" w14:paraId="3CD563C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54BC30" w14:textId="77777777" w:rsidR="0025769E" w:rsidRPr="00B8518B" w:rsidRDefault="002576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B3F999F" wp14:editId="71F52FDE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663A3FF2" wp14:editId="63B4211F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D5FF695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C4684A" w14:textId="77777777" w:rsidR="0025769E" w:rsidRDefault="0025769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E1931B" w14:textId="77777777" w:rsidR="0025769E" w:rsidRPr="00D6163D" w:rsidRDefault="0025769E" w:rsidP="00FC6389">
          <w:pPr>
            <w:pStyle w:val="Druhdokumentu"/>
          </w:pPr>
        </w:p>
      </w:tc>
    </w:tr>
    <w:tr w:rsidR="0025769E" w14:paraId="1432A13E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628603" w14:textId="77777777" w:rsidR="0025769E" w:rsidRPr="00B8518B" w:rsidRDefault="0025769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BC196D" w14:textId="77777777" w:rsidR="0025769E" w:rsidRDefault="0025769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283980" w14:textId="77777777" w:rsidR="0025769E" w:rsidRDefault="0025769E" w:rsidP="00FC6389">
          <w:pPr>
            <w:pStyle w:val="Druhdokumentu"/>
            <w:rPr>
              <w:noProof/>
            </w:rPr>
          </w:pPr>
        </w:p>
      </w:tc>
    </w:tr>
  </w:tbl>
  <w:p w14:paraId="756094C6" w14:textId="77777777" w:rsidR="0025769E" w:rsidRPr="00D6163D" w:rsidRDefault="002576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106785EB" wp14:editId="6E89522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7B8F8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5385430" w14:textId="77777777" w:rsidR="0025769E" w:rsidRPr="00460660" w:rsidRDefault="0025769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E8659C"/>
    <w:multiLevelType w:val="hybridMultilevel"/>
    <w:tmpl w:val="511E4F52"/>
    <w:lvl w:ilvl="0" w:tplc="7CB8240C">
      <w:numFmt w:val="bullet"/>
      <w:lvlText w:val="-"/>
      <w:lvlJc w:val="left"/>
      <w:pPr>
        <w:ind w:left="4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F3F2662"/>
    <w:multiLevelType w:val="hybridMultilevel"/>
    <w:tmpl w:val="9D0414F8"/>
    <w:lvl w:ilvl="0" w:tplc="4E7C74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01205"/>
    <w:multiLevelType w:val="hybridMultilevel"/>
    <w:tmpl w:val="FE50FFDC"/>
    <w:lvl w:ilvl="0" w:tplc="941C72AE">
      <w:numFmt w:val="bullet"/>
      <w:lvlText w:val="–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519C7"/>
    <w:multiLevelType w:val="hybridMultilevel"/>
    <w:tmpl w:val="7FB499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C3C5E3E"/>
    <w:multiLevelType w:val="hybridMultilevel"/>
    <w:tmpl w:val="34CA7E18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A7AEB"/>
    <w:multiLevelType w:val="hybridMultilevel"/>
    <w:tmpl w:val="63DE9F80"/>
    <w:lvl w:ilvl="0" w:tplc="9B442F3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E24EC"/>
    <w:multiLevelType w:val="hybridMultilevel"/>
    <w:tmpl w:val="358208CC"/>
    <w:lvl w:ilvl="0" w:tplc="1AFC9798">
      <w:numFmt w:val="bullet"/>
      <w:lvlText w:val="-"/>
      <w:lvlJc w:val="left"/>
      <w:pPr>
        <w:ind w:left="4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53343C9"/>
    <w:multiLevelType w:val="hybridMultilevel"/>
    <w:tmpl w:val="7FB499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FD0E7A"/>
    <w:multiLevelType w:val="hybridMultilevel"/>
    <w:tmpl w:val="52BC6050"/>
    <w:lvl w:ilvl="0" w:tplc="4D5C249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F76403"/>
    <w:multiLevelType w:val="multilevel"/>
    <w:tmpl w:val="0D34D660"/>
    <w:numStyleLink w:val="ListBulletmultilevel"/>
  </w:abstractNum>
  <w:abstractNum w:abstractNumId="13" w15:restartNumberingAfterBreak="0">
    <w:nsid w:val="340315CD"/>
    <w:multiLevelType w:val="multilevel"/>
    <w:tmpl w:val="8AC078D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7307A08"/>
    <w:multiLevelType w:val="hybridMultilevel"/>
    <w:tmpl w:val="C7DA6A82"/>
    <w:lvl w:ilvl="0" w:tplc="35AEB0A2">
      <w:numFmt w:val="bullet"/>
      <w:lvlText w:val="-"/>
      <w:lvlJc w:val="left"/>
      <w:pPr>
        <w:ind w:left="4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6" w15:restartNumberingAfterBreak="0">
    <w:nsid w:val="61996682"/>
    <w:multiLevelType w:val="hybridMultilevel"/>
    <w:tmpl w:val="8138E8C4"/>
    <w:lvl w:ilvl="0" w:tplc="28C0A190">
      <w:numFmt w:val="bullet"/>
      <w:lvlText w:val="-"/>
      <w:lvlJc w:val="left"/>
      <w:pPr>
        <w:ind w:left="4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23D096C"/>
    <w:multiLevelType w:val="hybridMultilevel"/>
    <w:tmpl w:val="483ED9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6112E"/>
    <w:multiLevelType w:val="hybridMultilevel"/>
    <w:tmpl w:val="9FDAD916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4D4387F"/>
    <w:multiLevelType w:val="hybridMultilevel"/>
    <w:tmpl w:val="29121D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800873"/>
    <w:multiLevelType w:val="hybridMultilevel"/>
    <w:tmpl w:val="955453EA"/>
    <w:lvl w:ilvl="0" w:tplc="04050017">
      <w:start w:val="1"/>
      <w:numFmt w:val="lowerLetter"/>
      <w:lvlText w:val="%1)"/>
      <w:lvlJc w:val="lef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 w15:restartNumberingAfterBreak="0">
    <w:nsid w:val="75FB5DCC"/>
    <w:multiLevelType w:val="hybridMultilevel"/>
    <w:tmpl w:val="F9E42562"/>
    <w:lvl w:ilvl="0" w:tplc="159E8F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AE054F"/>
    <w:multiLevelType w:val="hybridMultilevel"/>
    <w:tmpl w:val="31725D54"/>
    <w:lvl w:ilvl="0" w:tplc="2F3C5A64">
      <w:numFmt w:val="bullet"/>
      <w:lvlText w:val="-"/>
      <w:lvlJc w:val="left"/>
      <w:pPr>
        <w:ind w:left="4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EE16054"/>
    <w:multiLevelType w:val="hybridMultilevel"/>
    <w:tmpl w:val="1FBA6E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19"/>
  </w:num>
  <w:num w:numId="5">
    <w:abstractNumId w:val="0"/>
  </w:num>
  <w:num w:numId="6">
    <w:abstractNumId w:val="15"/>
  </w:num>
  <w:num w:numId="7">
    <w:abstractNumId w:val="3"/>
  </w:num>
  <w:num w:numId="8">
    <w:abstractNumId w:val="16"/>
  </w:num>
  <w:num w:numId="9">
    <w:abstractNumId w:val="13"/>
  </w:num>
  <w:num w:numId="10">
    <w:abstractNumId w:val="20"/>
  </w:num>
  <w:num w:numId="11">
    <w:abstractNumId w:val="7"/>
  </w:num>
  <w:num w:numId="12">
    <w:abstractNumId w:val="17"/>
  </w:num>
  <w:num w:numId="13">
    <w:abstractNumId w:val="8"/>
  </w:num>
  <w:num w:numId="14">
    <w:abstractNumId w:val="14"/>
  </w:num>
  <w:num w:numId="15">
    <w:abstractNumId w:val="21"/>
  </w:num>
  <w:num w:numId="16">
    <w:abstractNumId w:val="23"/>
  </w:num>
  <w:num w:numId="17">
    <w:abstractNumId w:val="1"/>
  </w:num>
  <w:num w:numId="18">
    <w:abstractNumId w:val="18"/>
  </w:num>
  <w:num w:numId="19">
    <w:abstractNumId w:val="9"/>
  </w:num>
  <w:num w:numId="20">
    <w:abstractNumId w:val="24"/>
  </w:num>
  <w:num w:numId="21">
    <w:abstractNumId w:val="10"/>
  </w:num>
  <w:num w:numId="22">
    <w:abstractNumId w:val="5"/>
  </w:num>
  <w:num w:numId="23">
    <w:abstractNumId w:val="22"/>
  </w:num>
  <w:num w:numId="24">
    <w:abstractNumId w:val="11"/>
  </w:num>
  <w:num w:numId="2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2223"/>
    <w:rsid w:val="00033432"/>
    <w:rsid w:val="000335CC"/>
    <w:rsid w:val="00072C1E"/>
    <w:rsid w:val="0008312C"/>
    <w:rsid w:val="000A4CC5"/>
    <w:rsid w:val="000B3A82"/>
    <w:rsid w:val="000B6C7E"/>
    <w:rsid w:val="000B7907"/>
    <w:rsid w:val="000C0429"/>
    <w:rsid w:val="000C45E8"/>
    <w:rsid w:val="000F35A6"/>
    <w:rsid w:val="00114472"/>
    <w:rsid w:val="00135D0C"/>
    <w:rsid w:val="00151519"/>
    <w:rsid w:val="00161308"/>
    <w:rsid w:val="00170EC5"/>
    <w:rsid w:val="001747C1"/>
    <w:rsid w:val="0018596A"/>
    <w:rsid w:val="00185C23"/>
    <w:rsid w:val="001B69C2"/>
    <w:rsid w:val="001C4DA0"/>
    <w:rsid w:val="001E47F0"/>
    <w:rsid w:val="00207DF5"/>
    <w:rsid w:val="00211952"/>
    <w:rsid w:val="00230AA7"/>
    <w:rsid w:val="002555FA"/>
    <w:rsid w:val="00255607"/>
    <w:rsid w:val="0025769E"/>
    <w:rsid w:val="00261716"/>
    <w:rsid w:val="00267369"/>
    <w:rsid w:val="0026785D"/>
    <w:rsid w:val="00287BE7"/>
    <w:rsid w:val="002C31BF"/>
    <w:rsid w:val="002C60A2"/>
    <w:rsid w:val="002D7F7F"/>
    <w:rsid w:val="002E0CD7"/>
    <w:rsid w:val="002E5BA3"/>
    <w:rsid w:val="002F026B"/>
    <w:rsid w:val="00325040"/>
    <w:rsid w:val="00357BC6"/>
    <w:rsid w:val="0037111D"/>
    <w:rsid w:val="003713CA"/>
    <w:rsid w:val="003756B9"/>
    <w:rsid w:val="003905B7"/>
    <w:rsid w:val="00394758"/>
    <w:rsid w:val="003956C6"/>
    <w:rsid w:val="00396C8B"/>
    <w:rsid w:val="003B2F8B"/>
    <w:rsid w:val="003B42BF"/>
    <w:rsid w:val="003E6B9A"/>
    <w:rsid w:val="003E75CE"/>
    <w:rsid w:val="0041058A"/>
    <w:rsid w:val="0041380F"/>
    <w:rsid w:val="00440D2C"/>
    <w:rsid w:val="00450F07"/>
    <w:rsid w:val="00453CD3"/>
    <w:rsid w:val="00455BC7"/>
    <w:rsid w:val="00460660"/>
    <w:rsid w:val="00460CCB"/>
    <w:rsid w:val="004656D1"/>
    <w:rsid w:val="00477370"/>
    <w:rsid w:val="0048475B"/>
    <w:rsid w:val="00486107"/>
    <w:rsid w:val="0049130B"/>
    <w:rsid w:val="00491827"/>
    <w:rsid w:val="004926B0"/>
    <w:rsid w:val="004A4F4D"/>
    <w:rsid w:val="004A7B98"/>
    <w:rsid w:val="004A7C69"/>
    <w:rsid w:val="004C4399"/>
    <w:rsid w:val="004C69ED"/>
    <w:rsid w:val="004C787C"/>
    <w:rsid w:val="004E33CA"/>
    <w:rsid w:val="004E4F2F"/>
    <w:rsid w:val="004F4B9B"/>
    <w:rsid w:val="005015F8"/>
    <w:rsid w:val="00501654"/>
    <w:rsid w:val="00511AB9"/>
    <w:rsid w:val="005156D9"/>
    <w:rsid w:val="00523EA7"/>
    <w:rsid w:val="00542527"/>
    <w:rsid w:val="00551D1F"/>
    <w:rsid w:val="00553375"/>
    <w:rsid w:val="005622F9"/>
    <w:rsid w:val="005658A6"/>
    <w:rsid w:val="005720E7"/>
    <w:rsid w:val="005722BB"/>
    <w:rsid w:val="005736B7"/>
    <w:rsid w:val="00575E5A"/>
    <w:rsid w:val="00584E2A"/>
    <w:rsid w:val="00596C7E"/>
    <w:rsid w:val="005A5F24"/>
    <w:rsid w:val="005A61ED"/>
    <w:rsid w:val="005A64E9"/>
    <w:rsid w:val="005B5EE9"/>
    <w:rsid w:val="005B7288"/>
    <w:rsid w:val="005C5763"/>
    <w:rsid w:val="005D1576"/>
    <w:rsid w:val="005D2B32"/>
    <w:rsid w:val="005D5A4A"/>
    <w:rsid w:val="006049E3"/>
    <w:rsid w:val="006104F6"/>
    <w:rsid w:val="0061068E"/>
    <w:rsid w:val="006305EC"/>
    <w:rsid w:val="00656469"/>
    <w:rsid w:val="00660AD3"/>
    <w:rsid w:val="00682064"/>
    <w:rsid w:val="0068799D"/>
    <w:rsid w:val="0069737A"/>
    <w:rsid w:val="006A5570"/>
    <w:rsid w:val="006A689C"/>
    <w:rsid w:val="006B3D79"/>
    <w:rsid w:val="006D1722"/>
    <w:rsid w:val="006E0578"/>
    <w:rsid w:val="006E2790"/>
    <w:rsid w:val="006E314D"/>
    <w:rsid w:val="006E7F06"/>
    <w:rsid w:val="00703DF1"/>
    <w:rsid w:val="00710723"/>
    <w:rsid w:val="00712ED1"/>
    <w:rsid w:val="00723ED1"/>
    <w:rsid w:val="00735ED4"/>
    <w:rsid w:val="00741BB7"/>
    <w:rsid w:val="00743525"/>
    <w:rsid w:val="0074358F"/>
    <w:rsid w:val="007531A0"/>
    <w:rsid w:val="0076286B"/>
    <w:rsid w:val="00764595"/>
    <w:rsid w:val="00766846"/>
    <w:rsid w:val="00767AEC"/>
    <w:rsid w:val="0077673A"/>
    <w:rsid w:val="007846E1"/>
    <w:rsid w:val="0079106B"/>
    <w:rsid w:val="007A194B"/>
    <w:rsid w:val="007B570C"/>
    <w:rsid w:val="007C7568"/>
    <w:rsid w:val="007E35E8"/>
    <w:rsid w:val="007E4A6E"/>
    <w:rsid w:val="007F56A7"/>
    <w:rsid w:val="00807DD0"/>
    <w:rsid w:val="00813F11"/>
    <w:rsid w:val="008518E0"/>
    <w:rsid w:val="00891334"/>
    <w:rsid w:val="008A0EAE"/>
    <w:rsid w:val="008A3568"/>
    <w:rsid w:val="008B7721"/>
    <w:rsid w:val="008D03B9"/>
    <w:rsid w:val="008F18D6"/>
    <w:rsid w:val="008F5AB7"/>
    <w:rsid w:val="00904780"/>
    <w:rsid w:val="009113A8"/>
    <w:rsid w:val="00922385"/>
    <w:rsid w:val="009223DF"/>
    <w:rsid w:val="00936091"/>
    <w:rsid w:val="00940D8A"/>
    <w:rsid w:val="00943AA0"/>
    <w:rsid w:val="00962258"/>
    <w:rsid w:val="009678B7"/>
    <w:rsid w:val="00980392"/>
    <w:rsid w:val="00982411"/>
    <w:rsid w:val="00992D9C"/>
    <w:rsid w:val="0099494D"/>
    <w:rsid w:val="00996CB8"/>
    <w:rsid w:val="009A7568"/>
    <w:rsid w:val="009B2E97"/>
    <w:rsid w:val="009B3C69"/>
    <w:rsid w:val="009B72CC"/>
    <w:rsid w:val="009E07F4"/>
    <w:rsid w:val="009E1F89"/>
    <w:rsid w:val="009F392E"/>
    <w:rsid w:val="00A44328"/>
    <w:rsid w:val="00A6177B"/>
    <w:rsid w:val="00A66136"/>
    <w:rsid w:val="00A71A40"/>
    <w:rsid w:val="00A72C90"/>
    <w:rsid w:val="00A741DF"/>
    <w:rsid w:val="00A83289"/>
    <w:rsid w:val="00AA4CBB"/>
    <w:rsid w:val="00AA65FA"/>
    <w:rsid w:val="00AA7351"/>
    <w:rsid w:val="00AA74A9"/>
    <w:rsid w:val="00AD056F"/>
    <w:rsid w:val="00AD2773"/>
    <w:rsid w:val="00AD6731"/>
    <w:rsid w:val="00AE1DDE"/>
    <w:rsid w:val="00AF2E0D"/>
    <w:rsid w:val="00B04EF2"/>
    <w:rsid w:val="00B15B5E"/>
    <w:rsid w:val="00B15D0D"/>
    <w:rsid w:val="00B23CA3"/>
    <w:rsid w:val="00B247AD"/>
    <w:rsid w:val="00B3491A"/>
    <w:rsid w:val="00B45E9E"/>
    <w:rsid w:val="00B52A71"/>
    <w:rsid w:val="00B55F9C"/>
    <w:rsid w:val="00B716CE"/>
    <w:rsid w:val="00B75EE1"/>
    <w:rsid w:val="00B77481"/>
    <w:rsid w:val="00B8518B"/>
    <w:rsid w:val="00BB3740"/>
    <w:rsid w:val="00BD5319"/>
    <w:rsid w:val="00BD7762"/>
    <w:rsid w:val="00BD7E91"/>
    <w:rsid w:val="00BF0A6A"/>
    <w:rsid w:val="00BF374D"/>
    <w:rsid w:val="00BF6D48"/>
    <w:rsid w:val="00C02D0A"/>
    <w:rsid w:val="00C03A6E"/>
    <w:rsid w:val="00C0685D"/>
    <w:rsid w:val="00C24C51"/>
    <w:rsid w:val="00C30759"/>
    <w:rsid w:val="00C44F6A"/>
    <w:rsid w:val="00C65862"/>
    <w:rsid w:val="00C727E5"/>
    <w:rsid w:val="00C8207D"/>
    <w:rsid w:val="00CA1AB8"/>
    <w:rsid w:val="00CB7B5A"/>
    <w:rsid w:val="00CC1E2B"/>
    <w:rsid w:val="00CD1FC4"/>
    <w:rsid w:val="00CE371D"/>
    <w:rsid w:val="00D02A4D"/>
    <w:rsid w:val="00D15ADE"/>
    <w:rsid w:val="00D21061"/>
    <w:rsid w:val="00D316A7"/>
    <w:rsid w:val="00D333D6"/>
    <w:rsid w:val="00D4108E"/>
    <w:rsid w:val="00D52B0E"/>
    <w:rsid w:val="00D6163D"/>
    <w:rsid w:val="00D63009"/>
    <w:rsid w:val="00D74B80"/>
    <w:rsid w:val="00D75330"/>
    <w:rsid w:val="00D831A3"/>
    <w:rsid w:val="00D902AD"/>
    <w:rsid w:val="00D950BC"/>
    <w:rsid w:val="00DA6FFE"/>
    <w:rsid w:val="00DB0F3E"/>
    <w:rsid w:val="00DC055B"/>
    <w:rsid w:val="00DC0E24"/>
    <w:rsid w:val="00DC3110"/>
    <w:rsid w:val="00DC7DF3"/>
    <w:rsid w:val="00DD46F3"/>
    <w:rsid w:val="00DD58A6"/>
    <w:rsid w:val="00DE0F6E"/>
    <w:rsid w:val="00DE56F2"/>
    <w:rsid w:val="00DF116D"/>
    <w:rsid w:val="00E10710"/>
    <w:rsid w:val="00E5458F"/>
    <w:rsid w:val="00E824F1"/>
    <w:rsid w:val="00E8504B"/>
    <w:rsid w:val="00E93D88"/>
    <w:rsid w:val="00EB104F"/>
    <w:rsid w:val="00EC344E"/>
    <w:rsid w:val="00ED14BD"/>
    <w:rsid w:val="00ED4519"/>
    <w:rsid w:val="00EE1D72"/>
    <w:rsid w:val="00EF41C9"/>
    <w:rsid w:val="00F01440"/>
    <w:rsid w:val="00F06E3E"/>
    <w:rsid w:val="00F12DEC"/>
    <w:rsid w:val="00F1715C"/>
    <w:rsid w:val="00F310F8"/>
    <w:rsid w:val="00F31B78"/>
    <w:rsid w:val="00F35939"/>
    <w:rsid w:val="00F45607"/>
    <w:rsid w:val="00F64786"/>
    <w:rsid w:val="00F659EB"/>
    <w:rsid w:val="00F804A7"/>
    <w:rsid w:val="00F862D6"/>
    <w:rsid w:val="00F86BA6"/>
    <w:rsid w:val="00F939AE"/>
    <w:rsid w:val="00FC3ACD"/>
    <w:rsid w:val="00FC6389"/>
    <w:rsid w:val="00FD2F51"/>
    <w:rsid w:val="00FE3455"/>
    <w:rsid w:val="00FF1ED8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986B4F"/>
  <w14:defaultImageDpi w14:val="32767"/>
  <w15:docId w15:val="{E99F2797-4464-4330-9B27-4A7580483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Default">
    <w:name w:val="Default"/>
    <w:basedOn w:val="Normln"/>
    <w:rsid w:val="005C5763"/>
    <w:pPr>
      <w:autoSpaceDE w:val="0"/>
      <w:autoSpaceDN w:val="0"/>
      <w:spacing w:after="0" w:line="240" w:lineRule="auto"/>
    </w:pPr>
    <w:rPr>
      <w:rFonts w:ascii="Verdana" w:hAnsi="Verdana" w:cs="Times New Roman"/>
      <w:color w:val="000000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5C576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5D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5D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1B62961-2533-4C12-B26B-8C60D06D3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16</TotalTime>
  <Pages>4</Pages>
  <Words>1074</Words>
  <Characters>6337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6</cp:revision>
  <cp:lastPrinted>2023-04-13T14:23:00Z</cp:lastPrinted>
  <dcterms:created xsi:type="dcterms:W3CDTF">2023-04-26T11:38:00Z</dcterms:created>
  <dcterms:modified xsi:type="dcterms:W3CDTF">2023-04-26T17:18:00Z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